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799C82" w14:textId="77777777" w:rsidR="009963D6" w:rsidRDefault="00A96D50" w:rsidP="00A96D50">
      <w:pPr>
        <w:pStyle w:val="a4"/>
        <w:jc w:val="center"/>
        <w:rPr>
          <w:rFonts w:ascii="Times New Roman" w:hAnsi="Times New Roman" w:cs="Times New Roman"/>
          <w:b/>
          <w:szCs w:val="32"/>
        </w:rPr>
      </w:pPr>
      <w:r w:rsidRPr="00A96D50">
        <w:rPr>
          <w:rFonts w:ascii="Times New Roman" w:hAnsi="Times New Roman" w:cs="Times New Roman"/>
          <w:b/>
          <w:szCs w:val="32"/>
        </w:rPr>
        <w:t xml:space="preserve">                                                                                                            </w:t>
      </w:r>
    </w:p>
    <w:p w14:paraId="39C60855" w14:textId="16B8AFE0" w:rsidR="00A96D50" w:rsidRPr="00A96D50" w:rsidRDefault="00A96D50" w:rsidP="009963D6">
      <w:pPr>
        <w:pStyle w:val="a4"/>
        <w:jc w:val="right"/>
        <w:rPr>
          <w:rFonts w:ascii="Times New Roman" w:hAnsi="Times New Roman" w:cs="Times New Roman"/>
          <w:b/>
          <w:szCs w:val="32"/>
        </w:rPr>
      </w:pPr>
      <w:r w:rsidRPr="00A96D50">
        <w:rPr>
          <w:rFonts w:ascii="Times New Roman" w:hAnsi="Times New Roman" w:cs="Times New Roman"/>
          <w:b/>
          <w:szCs w:val="32"/>
        </w:rPr>
        <w:t xml:space="preserve">  Утверждаю:</w:t>
      </w:r>
    </w:p>
    <w:p w14:paraId="6C04C673" w14:textId="65D9E4CB" w:rsidR="004B4140" w:rsidRPr="00A96D50" w:rsidRDefault="00A96D50" w:rsidP="00A96D50">
      <w:pPr>
        <w:pStyle w:val="a4"/>
        <w:jc w:val="right"/>
        <w:rPr>
          <w:rFonts w:ascii="Times New Roman" w:hAnsi="Times New Roman" w:cs="Times New Roman"/>
          <w:b/>
          <w:szCs w:val="32"/>
        </w:rPr>
      </w:pPr>
      <w:r w:rsidRPr="00A96D50">
        <w:rPr>
          <w:rFonts w:ascii="Times New Roman" w:hAnsi="Times New Roman" w:cs="Times New Roman"/>
          <w:b/>
          <w:szCs w:val="32"/>
        </w:rPr>
        <w:t>Руководитель ГККП «ЦЗДТ»</w:t>
      </w:r>
    </w:p>
    <w:p w14:paraId="732B2951" w14:textId="00E3AF3B" w:rsidR="00A96D50" w:rsidRPr="00A96D50" w:rsidRDefault="00A96D50" w:rsidP="00A96D50">
      <w:pPr>
        <w:pStyle w:val="a4"/>
        <w:jc w:val="right"/>
        <w:rPr>
          <w:rFonts w:ascii="Times New Roman" w:hAnsi="Times New Roman" w:cs="Times New Roman"/>
          <w:b/>
          <w:szCs w:val="32"/>
        </w:rPr>
      </w:pPr>
      <w:r w:rsidRPr="00A96D50">
        <w:rPr>
          <w:rFonts w:ascii="Times New Roman" w:hAnsi="Times New Roman" w:cs="Times New Roman"/>
          <w:b/>
          <w:szCs w:val="32"/>
        </w:rPr>
        <w:t xml:space="preserve">__________ </w:t>
      </w:r>
      <w:proofErr w:type="spellStart"/>
      <w:r w:rsidRPr="00A96D50">
        <w:rPr>
          <w:rFonts w:ascii="Times New Roman" w:hAnsi="Times New Roman" w:cs="Times New Roman"/>
          <w:b/>
          <w:szCs w:val="32"/>
        </w:rPr>
        <w:t>Н.А.Павловская</w:t>
      </w:r>
      <w:proofErr w:type="spellEnd"/>
    </w:p>
    <w:p w14:paraId="42673287" w14:textId="77777777" w:rsidR="0043088A" w:rsidRDefault="0043088A" w:rsidP="002C5383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1017AA93" w14:textId="76F77169" w:rsidR="002C5383" w:rsidRPr="009963D6" w:rsidRDefault="002C5383" w:rsidP="002C5383">
      <w:pPr>
        <w:pStyle w:val="a4"/>
        <w:jc w:val="center"/>
        <w:rPr>
          <w:rFonts w:ascii="Times New Roman" w:hAnsi="Times New Roman" w:cs="Times New Roman"/>
          <w:b/>
          <w:sz w:val="28"/>
          <w:szCs w:val="32"/>
          <w:lang w:val="kk-KZ"/>
        </w:rPr>
      </w:pPr>
      <w:r w:rsidRPr="009963D6">
        <w:rPr>
          <w:rFonts w:ascii="Times New Roman" w:hAnsi="Times New Roman" w:cs="Times New Roman"/>
          <w:b/>
          <w:sz w:val="28"/>
          <w:szCs w:val="32"/>
        </w:rPr>
        <w:t>Программа</w:t>
      </w:r>
    </w:p>
    <w:p w14:paraId="28404235" w14:textId="63B0C8E3" w:rsidR="002029F0" w:rsidRPr="009963D6" w:rsidRDefault="002C5383" w:rsidP="002C5383">
      <w:pPr>
        <w:pStyle w:val="a4"/>
        <w:jc w:val="center"/>
        <w:rPr>
          <w:rFonts w:ascii="Times New Roman" w:hAnsi="Times New Roman" w:cs="Times New Roman"/>
          <w:b/>
          <w:sz w:val="28"/>
          <w:szCs w:val="32"/>
          <w:lang w:val="kk-KZ"/>
        </w:rPr>
      </w:pPr>
      <w:r w:rsidRPr="009963D6">
        <w:rPr>
          <w:rFonts w:ascii="Times New Roman" w:hAnsi="Times New Roman" w:cs="Times New Roman"/>
          <w:b/>
          <w:sz w:val="28"/>
          <w:szCs w:val="32"/>
        </w:rPr>
        <w:t>организации и проведения комплексного летнего проекта «</w:t>
      </w:r>
      <w:proofErr w:type="spellStart"/>
      <w:r w:rsidRPr="009963D6">
        <w:rPr>
          <w:rFonts w:ascii="Times New Roman" w:hAnsi="Times New Roman" w:cs="Times New Roman"/>
          <w:b/>
          <w:sz w:val="28"/>
          <w:szCs w:val="32"/>
        </w:rPr>
        <w:t>Досты</w:t>
      </w:r>
      <w:proofErr w:type="spellEnd"/>
      <w:r w:rsidRPr="009963D6">
        <w:rPr>
          <w:rFonts w:ascii="Times New Roman" w:hAnsi="Times New Roman" w:cs="Times New Roman"/>
          <w:b/>
          <w:sz w:val="28"/>
          <w:szCs w:val="32"/>
          <w:lang w:val="kk-KZ"/>
        </w:rPr>
        <w:t>қ мерей</w:t>
      </w:r>
      <w:r w:rsidRPr="009963D6">
        <w:rPr>
          <w:rFonts w:ascii="Times New Roman" w:hAnsi="Times New Roman" w:cs="Times New Roman"/>
          <w:b/>
          <w:sz w:val="28"/>
          <w:szCs w:val="32"/>
        </w:rPr>
        <w:t>»</w:t>
      </w:r>
      <w:r w:rsidRPr="009963D6">
        <w:rPr>
          <w:rFonts w:ascii="Times New Roman" w:hAnsi="Times New Roman" w:cs="Times New Roman"/>
          <w:b/>
          <w:sz w:val="28"/>
          <w:szCs w:val="32"/>
          <w:lang w:val="kk-KZ"/>
        </w:rPr>
        <w:t xml:space="preserve"> ЦЗДТ</w:t>
      </w:r>
    </w:p>
    <w:p w14:paraId="036C64D9" w14:textId="3741B8D7" w:rsidR="002C5383" w:rsidRPr="009963D6" w:rsidRDefault="002C5383" w:rsidP="002C5383">
      <w:pPr>
        <w:pStyle w:val="a4"/>
        <w:jc w:val="center"/>
        <w:rPr>
          <w:rFonts w:ascii="Times New Roman" w:hAnsi="Times New Roman" w:cs="Times New Roman"/>
          <w:b/>
          <w:sz w:val="28"/>
          <w:szCs w:val="32"/>
          <w:lang w:val="kk-KZ"/>
        </w:rPr>
      </w:pPr>
      <w:r w:rsidRPr="009963D6">
        <w:rPr>
          <w:rFonts w:ascii="Times New Roman" w:hAnsi="Times New Roman" w:cs="Times New Roman"/>
          <w:b/>
          <w:sz w:val="28"/>
          <w:szCs w:val="32"/>
          <w:lang w:val="kk-KZ"/>
        </w:rPr>
        <w:t xml:space="preserve"> в рамках городского проекта</w:t>
      </w:r>
      <w:r w:rsidRPr="009963D6">
        <w:rPr>
          <w:rFonts w:ascii="Times New Roman" w:hAnsi="Times New Roman" w:cs="Times New Roman"/>
          <w:b/>
          <w:sz w:val="28"/>
          <w:szCs w:val="32"/>
        </w:rPr>
        <w:t xml:space="preserve"> «ЖАЗ-2016»</w:t>
      </w:r>
    </w:p>
    <w:p w14:paraId="367B7200" w14:textId="77777777" w:rsidR="00E2375D" w:rsidRPr="00E2375D" w:rsidRDefault="00E2375D" w:rsidP="002C5383">
      <w:pPr>
        <w:pStyle w:val="a4"/>
        <w:jc w:val="center"/>
        <w:rPr>
          <w:rFonts w:ascii="Times New Roman" w:hAnsi="Times New Roman" w:cs="Times New Roman"/>
          <w:b/>
          <w:sz w:val="32"/>
          <w:szCs w:val="32"/>
          <w:lang w:val="kk-KZ"/>
        </w:rPr>
      </w:pPr>
    </w:p>
    <w:p w14:paraId="4D2F07D8" w14:textId="77777777" w:rsidR="009F7C19" w:rsidRDefault="00E2375D" w:rsidP="009963D6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963D6">
        <w:rPr>
          <w:rFonts w:ascii="Times New Roman" w:hAnsi="Times New Roman" w:cs="Times New Roman"/>
          <w:sz w:val="28"/>
          <w:szCs w:val="28"/>
          <w:lang w:val="kk-KZ"/>
        </w:rPr>
        <w:t xml:space="preserve">Летняя воспитательная программа </w:t>
      </w:r>
      <w:r w:rsidR="00C02E9D" w:rsidRPr="009963D6">
        <w:rPr>
          <w:rFonts w:ascii="Times New Roman" w:hAnsi="Times New Roman" w:cs="Times New Roman"/>
          <w:sz w:val="28"/>
          <w:szCs w:val="28"/>
          <w:lang w:val="kk-KZ"/>
        </w:rPr>
        <w:t xml:space="preserve">ЦЗДТ </w:t>
      </w:r>
      <w:r w:rsidRPr="009963D6">
        <w:rPr>
          <w:rFonts w:ascii="Times New Roman" w:hAnsi="Times New Roman" w:cs="Times New Roman"/>
          <w:sz w:val="28"/>
          <w:szCs w:val="28"/>
          <w:lang w:val="kk-KZ"/>
        </w:rPr>
        <w:t xml:space="preserve">для </w:t>
      </w:r>
      <w:r w:rsidRPr="009963D6">
        <w:rPr>
          <w:rFonts w:ascii="Times New Roman" w:hAnsi="Times New Roman" w:cs="Times New Roman"/>
          <w:sz w:val="28"/>
          <w:szCs w:val="28"/>
        </w:rPr>
        <w:t xml:space="preserve"> детей</w:t>
      </w:r>
      <w:r w:rsidRPr="009963D6">
        <w:rPr>
          <w:rFonts w:ascii="Times New Roman" w:hAnsi="Times New Roman" w:cs="Times New Roman"/>
          <w:sz w:val="28"/>
          <w:szCs w:val="28"/>
          <w:lang w:val="kk-KZ"/>
        </w:rPr>
        <w:t xml:space="preserve"> и подростков</w:t>
      </w:r>
      <w:r w:rsidRPr="009963D6">
        <w:rPr>
          <w:rFonts w:ascii="Times New Roman" w:hAnsi="Times New Roman" w:cs="Times New Roman"/>
          <w:sz w:val="28"/>
          <w:szCs w:val="28"/>
        </w:rPr>
        <w:t xml:space="preserve">  рассматривается как важнейшая составляющая </w:t>
      </w:r>
      <w:r w:rsidRPr="009963D6">
        <w:rPr>
          <w:rFonts w:ascii="Times New Roman" w:hAnsi="Times New Roman" w:cs="Times New Roman"/>
          <w:sz w:val="28"/>
          <w:szCs w:val="28"/>
          <w:lang w:val="kk-KZ"/>
        </w:rPr>
        <w:t xml:space="preserve"> каникулярного отдыха,</w:t>
      </w:r>
      <w:r w:rsidR="00C02E9D" w:rsidRPr="009963D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9963D6">
        <w:rPr>
          <w:rFonts w:ascii="Times New Roman" w:hAnsi="Times New Roman" w:cs="Times New Roman"/>
          <w:sz w:val="28"/>
          <w:szCs w:val="28"/>
          <w:lang w:val="kk-KZ"/>
        </w:rPr>
        <w:t>оздоровления и досуга</w:t>
      </w:r>
      <w:r w:rsidRPr="009963D6">
        <w:rPr>
          <w:rFonts w:ascii="Times New Roman" w:hAnsi="Times New Roman" w:cs="Times New Roman"/>
          <w:sz w:val="28"/>
          <w:szCs w:val="28"/>
        </w:rPr>
        <w:t>. Комплексный проект «</w:t>
      </w:r>
      <w:proofErr w:type="spellStart"/>
      <w:r w:rsidRPr="009963D6">
        <w:rPr>
          <w:rFonts w:ascii="Times New Roman" w:hAnsi="Times New Roman" w:cs="Times New Roman"/>
          <w:sz w:val="28"/>
          <w:szCs w:val="28"/>
        </w:rPr>
        <w:t>Досты</w:t>
      </w:r>
      <w:proofErr w:type="spellEnd"/>
      <w:r w:rsidRPr="009963D6">
        <w:rPr>
          <w:rFonts w:ascii="Times New Roman" w:hAnsi="Times New Roman" w:cs="Times New Roman"/>
          <w:sz w:val="28"/>
          <w:szCs w:val="28"/>
          <w:lang w:val="kk-KZ"/>
        </w:rPr>
        <w:t>қ мерей</w:t>
      </w:r>
      <w:r w:rsidRPr="009963D6">
        <w:rPr>
          <w:rFonts w:ascii="Times New Roman" w:hAnsi="Times New Roman" w:cs="Times New Roman"/>
          <w:sz w:val="28"/>
          <w:szCs w:val="28"/>
        </w:rPr>
        <w:t>»</w:t>
      </w:r>
      <w:r w:rsidRPr="009963D6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9963D6">
        <w:rPr>
          <w:rFonts w:ascii="Times New Roman" w:hAnsi="Times New Roman" w:cs="Times New Roman"/>
          <w:sz w:val="28"/>
          <w:szCs w:val="28"/>
        </w:rPr>
        <w:t xml:space="preserve"> Центра занятости и детского творчества социально востребован, поддерживается </w:t>
      </w:r>
      <w:r w:rsidR="00C02E9D" w:rsidRPr="009963D6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9963D6">
        <w:rPr>
          <w:rFonts w:ascii="Times New Roman" w:hAnsi="Times New Roman" w:cs="Times New Roman"/>
          <w:sz w:val="28"/>
          <w:szCs w:val="28"/>
        </w:rPr>
        <w:t>со стороны общеобразовательных школ, родительской общественности, культурно-досуговых учреждений города.</w:t>
      </w:r>
      <w:r w:rsidR="009F7C1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1CA7F29" w14:textId="7E0DF8E0" w:rsidR="00C02E9D" w:rsidRPr="009963D6" w:rsidRDefault="009F7C19" w:rsidP="009963D6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Программа разработана на основании  новых Концептуальных основ воспитания, проекта Концептуальных основ системы дополнительного образования, программы «Разумное воспитание», общенационального проекта «Большая страна – Большая семья»</w:t>
      </w:r>
      <w:r w:rsidR="00C6249B">
        <w:rPr>
          <w:rFonts w:ascii="Times New Roman" w:hAnsi="Times New Roman" w:cs="Times New Roman"/>
          <w:sz w:val="28"/>
          <w:szCs w:val="28"/>
        </w:rPr>
        <w:t>.</w:t>
      </w:r>
    </w:p>
    <w:p w14:paraId="3918F086" w14:textId="2BF0F62E" w:rsidR="00E2375D" w:rsidRPr="009963D6" w:rsidRDefault="00C02E9D" w:rsidP="009963D6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963D6">
        <w:rPr>
          <w:rFonts w:ascii="Times New Roman" w:hAnsi="Times New Roman" w:cs="Times New Roman"/>
          <w:sz w:val="28"/>
          <w:szCs w:val="28"/>
        </w:rPr>
        <w:t xml:space="preserve">Комплексный </w:t>
      </w:r>
      <w:r w:rsidR="00E2375D" w:rsidRPr="009963D6">
        <w:rPr>
          <w:rFonts w:ascii="Times New Roman" w:hAnsi="Times New Roman" w:cs="Times New Roman"/>
          <w:sz w:val="28"/>
          <w:szCs w:val="28"/>
        </w:rPr>
        <w:t xml:space="preserve">проект органично сочетает </w:t>
      </w:r>
      <w:r w:rsidRPr="009963D6">
        <w:rPr>
          <w:rFonts w:ascii="Times New Roman" w:hAnsi="Times New Roman" w:cs="Times New Roman"/>
          <w:sz w:val="28"/>
          <w:szCs w:val="28"/>
        </w:rPr>
        <w:t>в себе воспитание, досуг</w:t>
      </w:r>
      <w:r w:rsidR="00C94D58" w:rsidRPr="009963D6">
        <w:rPr>
          <w:rFonts w:ascii="Times New Roman" w:hAnsi="Times New Roman" w:cs="Times New Roman"/>
          <w:sz w:val="28"/>
          <w:szCs w:val="28"/>
        </w:rPr>
        <w:t xml:space="preserve"> и развитие личности</w:t>
      </w:r>
      <w:r w:rsidRPr="009963D6"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r w:rsidR="00E2375D" w:rsidRPr="009963D6">
        <w:rPr>
          <w:rFonts w:ascii="Times New Roman" w:hAnsi="Times New Roman" w:cs="Times New Roman"/>
          <w:sz w:val="28"/>
          <w:szCs w:val="28"/>
        </w:rPr>
        <w:t>встраивается в структуру любой деятельности,</w:t>
      </w:r>
      <w:r w:rsidR="009963D6">
        <w:rPr>
          <w:rFonts w:ascii="Times New Roman" w:hAnsi="Times New Roman" w:cs="Times New Roman"/>
          <w:sz w:val="28"/>
          <w:szCs w:val="28"/>
        </w:rPr>
        <w:t xml:space="preserve"> </w:t>
      </w:r>
      <w:r w:rsidR="00E2375D" w:rsidRPr="009963D6">
        <w:rPr>
          <w:rFonts w:ascii="Times New Roman" w:hAnsi="Times New Roman" w:cs="Times New Roman"/>
          <w:sz w:val="28"/>
          <w:szCs w:val="28"/>
        </w:rPr>
        <w:t>в которую включен ребенок</w:t>
      </w:r>
      <w:r w:rsidR="009963D6">
        <w:rPr>
          <w:rFonts w:ascii="Times New Roman" w:hAnsi="Times New Roman" w:cs="Times New Roman"/>
          <w:sz w:val="28"/>
          <w:szCs w:val="28"/>
        </w:rPr>
        <w:t xml:space="preserve">. </w:t>
      </w:r>
      <w:r w:rsidRPr="009963D6">
        <w:rPr>
          <w:rFonts w:ascii="Times New Roman" w:hAnsi="Times New Roman" w:cs="Times New Roman"/>
          <w:sz w:val="28"/>
          <w:szCs w:val="28"/>
        </w:rPr>
        <w:t>При составлении</w:t>
      </w:r>
      <w:r w:rsidR="00E2375D" w:rsidRPr="009963D6">
        <w:rPr>
          <w:rFonts w:ascii="Times New Roman" w:hAnsi="Times New Roman" w:cs="Times New Roman"/>
          <w:sz w:val="28"/>
          <w:szCs w:val="28"/>
        </w:rPr>
        <w:t xml:space="preserve"> </w:t>
      </w:r>
      <w:r w:rsidRPr="009963D6">
        <w:rPr>
          <w:rFonts w:ascii="Times New Roman" w:hAnsi="Times New Roman" w:cs="Times New Roman"/>
          <w:sz w:val="28"/>
          <w:szCs w:val="28"/>
        </w:rPr>
        <w:t>каникулярных  мероприятий проекта  «</w:t>
      </w:r>
      <w:proofErr w:type="spellStart"/>
      <w:r w:rsidRPr="009963D6">
        <w:rPr>
          <w:rFonts w:ascii="Times New Roman" w:hAnsi="Times New Roman" w:cs="Times New Roman"/>
          <w:sz w:val="28"/>
          <w:szCs w:val="28"/>
        </w:rPr>
        <w:t>Досты</w:t>
      </w:r>
      <w:proofErr w:type="spellEnd"/>
      <w:r w:rsidRPr="009963D6">
        <w:rPr>
          <w:rFonts w:ascii="Times New Roman" w:hAnsi="Times New Roman" w:cs="Times New Roman"/>
          <w:sz w:val="28"/>
          <w:szCs w:val="28"/>
          <w:lang w:val="kk-KZ"/>
        </w:rPr>
        <w:t>қ мерей</w:t>
      </w:r>
      <w:r w:rsidRPr="009963D6">
        <w:rPr>
          <w:rFonts w:ascii="Times New Roman" w:hAnsi="Times New Roman" w:cs="Times New Roman"/>
          <w:sz w:val="28"/>
          <w:szCs w:val="28"/>
        </w:rPr>
        <w:t>»</w:t>
      </w:r>
      <w:r w:rsidR="002B4298" w:rsidRPr="009963D6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9963D6">
        <w:rPr>
          <w:rFonts w:ascii="Times New Roman" w:hAnsi="Times New Roman" w:cs="Times New Roman"/>
          <w:sz w:val="28"/>
          <w:szCs w:val="28"/>
          <w:lang w:val="kk-KZ"/>
        </w:rPr>
        <w:t>учтены</w:t>
      </w:r>
      <w:r w:rsidR="002E659C" w:rsidRPr="009963D6">
        <w:rPr>
          <w:rFonts w:ascii="Times New Roman" w:hAnsi="Times New Roman" w:cs="Times New Roman"/>
          <w:sz w:val="28"/>
          <w:szCs w:val="28"/>
        </w:rPr>
        <w:t xml:space="preserve"> </w:t>
      </w:r>
      <w:r w:rsidR="009963D6">
        <w:rPr>
          <w:rFonts w:ascii="Times New Roman" w:hAnsi="Times New Roman" w:cs="Times New Roman"/>
          <w:sz w:val="28"/>
          <w:szCs w:val="28"/>
        </w:rPr>
        <w:t xml:space="preserve">апробированные </w:t>
      </w:r>
      <w:r w:rsidR="00A072EB">
        <w:rPr>
          <w:rFonts w:ascii="Times New Roman" w:hAnsi="Times New Roman" w:cs="Times New Roman"/>
          <w:sz w:val="28"/>
          <w:szCs w:val="28"/>
        </w:rPr>
        <w:t>и популярные формы</w:t>
      </w:r>
      <w:r w:rsidR="00A072EB" w:rsidRPr="009963D6">
        <w:rPr>
          <w:rFonts w:ascii="Times New Roman" w:hAnsi="Times New Roman" w:cs="Times New Roman"/>
          <w:sz w:val="28"/>
          <w:szCs w:val="28"/>
        </w:rPr>
        <w:t xml:space="preserve"> </w:t>
      </w:r>
      <w:r w:rsidR="00A072EB">
        <w:rPr>
          <w:rFonts w:ascii="Times New Roman" w:hAnsi="Times New Roman" w:cs="Times New Roman"/>
          <w:sz w:val="28"/>
          <w:szCs w:val="28"/>
        </w:rPr>
        <w:t>летних проектов</w:t>
      </w:r>
      <w:proofErr w:type="gramStart"/>
      <w:r w:rsidR="00A072EB">
        <w:rPr>
          <w:rFonts w:ascii="Times New Roman" w:hAnsi="Times New Roman" w:cs="Times New Roman"/>
          <w:sz w:val="28"/>
          <w:szCs w:val="28"/>
        </w:rPr>
        <w:t xml:space="preserve"> </w:t>
      </w:r>
      <w:r w:rsidR="00E2375D" w:rsidRPr="009963D6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E2375D" w:rsidRPr="009963D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531FCEC" w14:textId="088E10BD" w:rsidR="000F0A18" w:rsidRPr="009963D6" w:rsidRDefault="009407DA" w:rsidP="009963D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9963D6">
        <w:rPr>
          <w:rFonts w:ascii="Times New Roman" w:hAnsi="Times New Roman" w:cs="Times New Roman"/>
          <w:sz w:val="28"/>
          <w:szCs w:val="28"/>
        </w:rPr>
        <w:t xml:space="preserve">      </w:t>
      </w:r>
      <w:r w:rsidR="009963D6">
        <w:rPr>
          <w:rFonts w:ascii="Times New Roman" w:hAnsi="Times New Roman" w:cs="Times New Roman"/>
          <w:sz w:val="28"/>
          <w:szCs w:val="28"/>
        </w:rPr>
        <w:t xml:space="preserve"> </w:t>
      </w:r>
      <w:r w:rsidR="00E2375D" w:rsidRPr="009963D6">
        <w:rPr>
          <w:rFonts w:ascii="Times New Roman" w:hAnsi="Times New Roman" w:cs="Times New Roman"/>
          <w:sz w:val="28"/>
          <w:szCs w:val="28"/>
        </w:rPr>
        <w:t>Летняя программа Центра представлена интегри</w:t>
      </w:r>
      <w:r w:rsidR="00C02E9D" w:rsidRPr="009963D6">
        <w:rPr>
          <w:rFonts w:ascii="Times New Roman" w:hAnsi="Times New Roman" w:cs="Times New Roman"/>
          <w:sz w:val="28"/>
          <w:szCs w:val="28"/>
        </w:rPr>
        <w:t xml:space="preserve">рованными блоками:  </w:t>
      </w:r>
      <w:r w:rsidR="00831028" w:rsidRPr="009963D6">
        <w:rPr>
          <w:rFonts w:ascii="Times New Roman" w:hAnsi="Times New Roman" w:cs="Times New Roman"/>
          <w:sz w:val="28"/>
          <w:szCs w:val="28"/>
        </w:rPr>
        <w:t>циклом обучающих семинаров для педагогов,</w:t>
      </w:r>
      <w:r w:rsidR="00FA5C5E">
        <w:rPr>
          <w:rFonts w:ascii="Times New Roman" w:hAnsi="Times New Roman" w:cs="Times New Roman"/>
          <w:sz w:val="28"/>
          <w:szCs w:val="28"/>
        </w:rPr>
        <w:t>12</w:t>
      </w:r>
      <w:r w:rsidR="000E6FB6" w:rsidRPr="009963D6">
        <w:rPr>
          <w:rFonts w:ascii="Times New Roman" w:hAnsi="Times New Roman" w:cs="Times New Roman"/>
          <w:sz w:val="28"/>
          <w:szCs w:val="28"/>
        </w:rPr>
        <w:t xml:space="preserve"> творческими проектами                </w:t>
      </w:r>
      <w:r w:rsidR="00C02E9D" w:rsidRPr="009963D6">
        <w:rPr>
          <w:rFonts w:ascii="Times New Roman" w:hAnsi="Times New Roman" w:cs="Times New Roman"/>
          <w:sz w:val="28"/>
          <w:szCs w:val="28"/>
        </w:rPr>
        <w:t xml:space="preserve"> </w:t>
      </w:r>
      <w:r w:rsidR="009963D6">
        <w:rPr>
          <w:rFonts w:ascii="Times New Roman" w:hAnsi="Times New Roman" w:cs="Times New Roman"/>
          <w:sz w:val="28"/>
          <w:szCs w:val="28"/>
        </w:rPr>
        <w:t xml:space="preserve">по 8 </w:t>
      </w:r>
      <w:r w:rsidRPr="009963D6">
        <w:rPr>
          <w:rFonts w:ascii="Times New Roman" w:hAnsi="Times New Roman" w:cs="Times New Roman"/>
          <w:sz w:val="28"/>
          <w:szCs w:val="28"/>
        </w:rPr>
        <w:t xml:space="preserve">направлениям </w:t>
      </w:r>
      <w:r w:rsidR="000E6FB6" w:rsidRPr="009963D6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="00507139" w:rsidRPr="009963D6">
        <w:rPr>
          <w:rFonts w:ascii="Times New Roman" w:hAnsi="Times New Roman" w:cs="Times New Roman"/>
          <w:sz w:val="28"/>
          <w:szCs w:val="28"/>
        </w:rPr>
        <w:t>патриотическое</w:t>
      </w:r>
      <w:proofErr w:type="gramEnd"/>
      <w:r w:rsidR="00507139" w:rsidRPr="009963D6">
        <w:rPr>
          <w:rFonts w:ascii="Times New Roman" w:hAnsi="Times New Roman" w:cs="Times New Roman"/>
          <w:sz w:val="28"/>
          <w:szCs w:val="28"/>
        </w:rPr>
        <w:t>, художественно-эстетическое, интеллектуальное,</w:t>
      </w:r>
      <w:r w:rsidR="002B1132" w:rsidRPr="009963D6">
        <w:rPr>
          <w:rFonts w:ascii="Times New Roman" w:hAnsi="Times New Roman" w:cs="Times New Roman"/>
          <w:sz w:val="28"/>
          <w:szCs w:val="28"/>
        </w:rPr>
        <w:t xml:space="preserve"> духовно-нравственное,</w:t>
      </w:r>
      <w:r w:rsidRPr="009963D6">
        <w:rPr>
          <w:rFonts w:ascii="Times New Roman" w:hAnsi="Times New Roman" w:cs="Times New Roman"/>
          <w:sz w:val="28"/>
          <w:szCs w:val="28"/>
        </w:rPr>
        <w:t xml:space="preserve"> </w:t>
      </w:r>
      <w:r w:rsidR="00507139" w:rsidRPr="009963D6">
        <w:rPr>
          <w:rFonts w:ascii="Times New Roman" w:hAnsi="Times New Roman" w:cs="Times New Roman"/>
          <w:sz w:val="28"/>
          <w:szCs w:val="28"/>
        </w:rPr>
        <w:t>спортивно-массовое, семейное, социально-педагогическое, национальное</w:t>
      </w:r>
      <w:r w:rsidR="000E6FB6" w:rsidRPr="009963D6">
        <w:rPr>
          <w:rFonts w:ascii="Times New Roman" w:hAnsi="Times New Roman" w:cs="Times New Roman"/>
          <w:sz w:val="28"/>
          <w:szCs w:val="28"/>
        </w:rPr>
        <w:t>)</w:t>
      </w:r>
      <w:r w:rsidRPr="009963D6">
        <w:rPr>
          <w:rFonts w:ascii="Times New Roman" w:hAnsi="Times New Roman" w:cs="Times New Roman"/>
          <w:sz w:val="28"/>
          <w:szCs w:val="28"/>
        </w:rPr>
        <w:t>,</w:t>
      </w:r>
      <w:r w:rsidR="000E6FB6" w:rsidRPr="009963D6">
        <w:rPr>
          <w:rFonts w:ascii="Times New Roman" w:hAnsi="Times New Roman" w:cs="Times New Roman"/>
          <w:sz w:val="28"/>
          <w:szCs w:val="28"/>
        </w:rPr>
        <w:t xml:space="preserve"> </w:t>
      </w:r>
      <w:r w:rsidR="00AA0717" w:rsidRPr="009963D6">
        <w:rPr>
          <w:rFonts w:ascii="Times New Roman" w:hAnsi="Times New Roman" w:cs="Times New Roman"/>
          <w:sz w:val="28"/>
          <w:szCs w:val="28"/>
        </w:rPr>
        <w:t>5 - ю</w:t>
      </w:r>
      <w:r w:rsidR="000E6FB6" w:rsidRPr="009963D6">
        <w:rPr>
          <w:rFonts w:ascii="Times New Roman" w:hAnsi="Times New Roman" w:cs="Times New Roman"/>
          <w:sz w:val="28"/>
          <w:szCs w:val="28"/>
        </w:rPr>
        <w:t xml:space="preserve"> профильными сменами </w:t>
      </w:r>
      <w:r w:rsidR="002B1132" w:rsidRPr="009963D6">
        <w:rPr>
          <w:rFonts w:ascii="Times New Roman" w:hAnsi="Times New Roman" w:cs="Times New Roman"/>
          <w:sz w:val="28"/>
          <w:szCs w:val="28"/>
        </w:rPr>
        <w:t xml:space="preserve">              на базе ЦЗДТ, </w:t>
      </w:r>
      <w:r w:rsidR="00C02E9D" w:rsidRPr="009963D6">
        <w:rPr>
          <w:rFonts w:ascii="Times New Roman" w:hAnsi="Times New Roman" w:cs="Times New Roman"/>
          <w:sz w:val="28"/>
          <w:szCs w:val="28"/>
        </w:rPr>
        <w:t>2 выездны</w:t>
      </w:r>
      <w:r w:rsidR="000E6FB6" w:rsidRPr="009963D6">
        <w:rPr>
          <w:rFonts w:ascii="Times New Roman" w:hAnsi="Times New Roman" w:cs="Times New Roman"/>
          <w:sz w:val="28"/>
          <w:szCs w:val="28"/>
        </w:rPr>
        <w:t>ми</w:t>
      </w:r>
      <w:r w:rsidR="00C02E9D" w:rsidRPr="009963D6">
        <w:rPr>
          <w:rFonts w:ascii="Times New Roman" w:hAnsi="Times New Roman" w:cs="Times New Roman"/>
          <w:sz w:val="28"/>
          <w:szCs w:val="28"/>
        </w:rPr>
        <w:t xml:space="preserve"> школ</w:t>
      </w:r>
      <w:r w:rsidR="000E6FB6" w:rsidRPr="009963D6">
        <w:rPr>
          <w:rFonts w:ascii="Times New Roman" w:hAnsi="Times New Roman" w:cs="Times New Roman"/>
          <w:sz w:val="28"/>
          <w:szCs w:val="28"/>
        </w:rPr>
        <w:t>ами</w:t>
      </w:r>
      <w:r w:rsidR="00C02E9D" w:rsidRPr="009963D6">
        <w:rPr>
          <w:rFonts w:ascii="Times New Roman" w:hAnsi="Times New Roman" w:cs="Times New Roman"/>
          <w:sz w:val="28"/>
          <w:szCs w:val="28"/>
        </w:rPr>
        <w:t xml:space="preserve"> актива участников детских объединений.</w:t>
      </w:r>
      <w:r w:rsidR="002E659C" w:rsidRPr="009963D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FA50540" w14:textId="0A88FE1F" w:rsidR="000E6FB6" w:rsidRPr="00507139" w:rsidRDefault="003F3CD0" w:rsidP="00507139">
      <w:pPr>
        <w:pStyle w:val="a4"/>
        <w:ind w:firstLine="708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507139">
        <w:rPr>
          <w:rFonts w:ascii="Times New Roman" w:hAnsi="Times New Roman" w:cs="Times New Roman"/>
          <w:b/>
          <w:color w:val="000000"/>
          <w:sz w:val="28"/>
          <w:szCs w:val="28"/>
        </w:rPr>
        <w:t>Цель:</w:t>
      </w:r>
    </w:p>
    <w:p w14:paraId="3A4705D9" w14:textId="7FD35901" w:rsidR="001A0487" w:rsidRPr="0043088A" w:rsidRDefault="00D07907" w:rsidP="0043088A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07139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Внедрение современных социально ориентированных летних программ,усиливающих воспитательный потенциал системы дополнительного образования детей, </w:t>
      </w:r>
      <w:r w:rsidRPr="00507139">
        <w:rPr>
          <w:rFonts w:ascii="Times New Roman" w:hAnsi="Times New Roman" w:cs="Times New Roman"/>
          <w:sz w:val="28"/>
          <w:szCs w:val="28"/>
        </w:rPr>
        <w:t xml:space="preserve">вовлечение школьников </w:t>
      </w:r>
      <w:r w:rsidR="00C3161E" w:rsidRPr="00507139">
        <w:rPr>
          <w:rFonts w:ascii="Times New Roman" w:hAnsi="Times New Roman" w:cs="Times New Roman"/>
          <w:sz w:val="28"/>
          <w:szCs w:val="28"/>
        </w:rPr>
        <w:t>в</w:t>
      </w:r>
      <w:r w:rsidRPr="00507139">
        <w:rPr>
          <w:rFonts w:ascii="Times New Roman" w:hAnsi="Times New Roman" w:cs="Times New Roman"/>
          <w:sz w:val="28"/>
          <w:szCs w:val="28"/>
        </w:rPr>
        <w:t xml:space="preserve"> осознанное построение летнего отдыха и досуга с определением</w:t>
      </w:r>
      <w:r w:rsidR="00265CDE" w:rsidRPr="00507139">
        <w:rPr>
          <w:rFonts w:ascii="Times New Roman" w:hAnsi="Times New Roman" w:cs="Times New Roman"/>
          <w:sz w:val="28"/>
          <w:szCs w:val="28"/>
        </w:rPr>
        <w:t xml:space="preserve"> </w:t>
      </w:r>
      <w:r w:rsidRPr="00507139">
        <w:rPr>
          <w:rFonts w:ascii="Times New Roman" w:hAnsi="Times New Roman" w:cs="Times New Roman"/>
          <w:sz w:val="28"/>
          <w:szCs w:val="28"/>
        </w:rPr>
        <w:t>необходимого</w:t>
      </w:r>
      <w:r w:rsidR="00C3161E" w:rsidRPr="00507139">
        <w:rPr>
          <w:rFonts w:ascii="Times New Roman" w:hAnsi="Times New Roman" w:cs="Times New Roman"/>
          <w:sz w:val="28"/>
          <w:szCs w:val="28"/>
        </w:rPr>
        <w:t xml:space="preserve"> направления</w:t>
      </w:r>
      <w:r w:rsidRPr="00507139">
        <w:rPr>
          <w:rFonts w:ascii="Times New Roman" w:hAnsi="Times New Roman" w:cs="Times New Roman"/>
          <w:sz w:val="28"/>
          <w:szCs w:val="28"/>
        </w:rPr>
        <w:t xml:space="preserve"> для своего развития,</w:t>
      </w:r>
      <w:r w:rsidR="00265CDE" w:rsidRPr="00507139">
        <w:rPr>
          <w:rFonts w:ascii="Times New Roman" w:hAnsi="Times New Roman" w:cs="Times New Roman"/>
          <w:sz w:val="28"/>
          <w:szCs w:val="28"/>
        </w:rPr>
        <w:t xml:space="preserve"> </w:t>
      </w:r>
      <w:r w:rsidRPr="00507139">
        <w:rPr>
          <w:rFonts w:ascii="Times New Roman" w:hAnsi="Times New Roman" w:cs="Times New Roman"/>
          <w:sz w:val="28"/>
          <w:szCs w:val="28"/>
        </w:rPr>
        <w:t>расширение</w:t>
      </w:r>
      <w:r w:rsidRPr="00507139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межведомственного  взаимодействия </w:t>
      </w:r>
      <w:r w:rsidR="00864787" w:rsidRPr="00507139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педагогических работников </w:t>
      </w:r>
      <w:r w:rsidRPr="00507139">
        <w:rPr>
          <w:rFonts w:ascii="Times New Roman" w:hAnsi="Times New Roman" w:cs="Times New Roman"/>
          <w:color w:val="000000"/>
          <w:sz w:val="28"/>
          <w:szCs w:val="28"/>
          <w:lang w:val="kk-KZ"/>
        </w:rPr>
        <w:t>всех уровней.</w:t>
      </w:r>
    </w:p>
    <w:p w14:paraId="2853CB9F" w14:textId="1575B166" w:rsidR="004C65B9" w:rsidRPr="001A0487" w:rsidRDefault="0043088A" w:rsidP="001A0487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85304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029F0" w:rsidRPr="001A0487">
        <w:rPr>
          <w:rFonts w:ascii="Times New Roman" w:hAnsi="Times New Roman" w:cs="Times New Roman"/>
          <w:b/>
          <w:sz w:val="28"/>
          <w:szCs w:val="28"/>
        </w:rPr>
        <w:t>Задачи:</w:t>
      </w:r>
      <w:r w:rsidR="004C65B9" w:rsidRPr="001A048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4CB52C04" w14:textId="41D70458" w:rsidR="002029F0" w:rsidRPr="001A0487" w:rsidRDefault="00F66220" w:rsidP="001A048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1A0487">
        <w:rPr>
          <w:rFonts w:ascii="Times New Roman" w:hAnsi="Times New Roman" w:cs="Times New Roman"/>
          <w:sz w:val="28"/>
          <w:szCs w:val="28"/>
        </w:rPr>
        <w:t xml:space="preserve">- </w:t>
      </w:r>
      <w:r w:rsidR="00FA29FF" w:rsidRPr="001A0487">
        <w:rPr>
          <w:rFonts w:ascii="Times New Roman" w:hAnsi="Times New Roman" w:cs="Times New Roman"/>
          <w:sz w:val="28"/>
          <w:szCs w:val="28"/>
        </w:rPr>
        <w:t xml:space="preserve"> </w:t>
      </w:r>
      <w:r w:rsidR="004C65B9" w:rsidRPr="001A0487">
        <w:rPr>
          <w:rFonts w:ascii="Times New Roman" w:hAnsi="Times New Roman" w:cs="Times New Roman"/>
          <w:sz w:val="28"/>
          <w:szCs w:val="28"/>
        </w:rPr>
        <w:t xml:space="preserve">формирование патриота, </w:t>
      </w:r>
      <w:r w:rsidRPr="001A0487">
        <w:rPr>
          <w:rFonts w:ascii="Times New Roman" w:hAnsi="Times New Roman" w:cs="Times New Roman"/>
          <w:sz w:val="28"/>
          <w:szCs w:val="28"/>
        </w:rPr>
        <w:t>духовно-нравственных</w:t>
      </w:r>
      <w:r w:rsidR="004C65B9" w:rsidRPr="001A0487">
        <w:rPr>
          <w:rFonts w:ascii="Times New Roman" w:hAnsi="Times New Roman" w:cs="Times New Roman"/>
          <w:sz w:val="28"/>
          <w:szCs w:val="28"/>
        </w:rPr>
        <w:t xml:space="preserve"> принципов личности</w:t>
      </w:r>
      <w:r w:rsidRPr="001A0487">
        <w:rPr>
          <w:rFonts w:ascii="Times New Roman" w:hAnsi="Times New Roman" w:cs="Times New Roman"/>
          <w:sz w:val="28"/>
          <w:szCs w:val="28"/>
        </w:rPr>
        <w:t>, моти</w:t>
      </w:r>
      <w:r w:rsidR="00FA29FF" w:rsidRPr="001A0487">
        <w:rPr>
          <w:rFonts w:ascii="Times New Roman" w:hAnsi="Times New Roman" w:cs="Times New Roman"/>
          <w:sz w:val="28"/>
          <w:szCs w:val="28"/>
        </w:rPr>
        <w:t xml:space="preserve">вационного </w:t>
      </w:r>
      <w:r w:rsidRPr="001A0487">
        <w:rPr>
          <w:rFonts w:ascii="Times New Roman" w:hAnsi="Times New Roman" w:cs="Times New Roman"/>
          <w:sz w:val="28"/>
          <w:szCs w:val="28"/>
        </w:rPr>
        <w:t>пространства,</w:t>
      </w:r>
      <w:r w:rsidR="00265CDE" w:rsidRPr="001A0487">
        <w:rPr>
          <w:rFonts w:ascii="Times New Roman" w:hAnsi="Times New Roman" w:cs="Times New Roman"/>
          <w:sz w:val="28"/>
          <w:szCs w:val="28"/>
        </w:rPr>
        <w:t xml:space="preserve"> </w:t>
      </w:r>
      <w:r w:rsidRPr="001A0487">
        <w:rPr>
          <w:rFonts w:ascii="Times New Roman" w:hAnsi="Times New Roman" w:cs="Times New Roman"/>
          <w:sz w:val="28"/>
          <w:szCs w:val="28"/>
        </w:rPr>
        <w:t xml:space="preserve">обеспечивающего </w:t>
      </w:r>
      <w:r w:rsidR="00FA29FF" w:rsidRPr="001A0487">
        <w:rPr>
          <w:rFonts w:ascii="Times New Roman" w:hAnsi="Times New Roman" w:cs="Times New Roman"/>
          <w:sz w:val="28"/>
          <w:szCs w:val="28"/>
        </w:rPr>
        <w:t xml:space="preserve">повышению </w:t>
      </w:r>
      <w:r w:rsidRPr="001A0487">
        <w:rPr>
          <w:rFonts w:ascii="Times New Roman" w:hAnsi="Times New Roman" w:cs="Times New Roman"/>
          <w:sz w:val="28"/>
          <w:szCs w:val="28"/>
        </w:rPr>
        <w:t>интеллектуальных возможностей и лидерских качеств</w:t>
      </w:r>
      <w:r w:rsidR="00FA29FF" w:rsidRPr="001A0487">
        <w:rPr>
          <w:rFonts w:ascii="Times New Roman" w:hAnsi="Times New Roman" w:cs="Times New Roman"/>
          <w:sz w:val="28"/>
          <w:szCs w:val="28"/>
        </w:rPr>
        <w:t xml:space="preserve"> детей и подростков;</w:t>
      </w:r>
    </w:p>
    <w:p w14:paraId="39A83283" w14:textId="0CE02717" w:rsidR="00F66220" w:rsidRPr="001A0487" w:rsidRDefault="00F66220" w:rsidP="001A048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1A0487">
        <w:rPr>
          <w:rFonts w:ascii="Times New Roman" w:hAnsi="Times New Roman" w:cs="Times New Roman"/>
          <w:sz w:val="28"/>
          <w:szCs w:val="28"/>
        </w:rPr>
        <w:t xml:space="preserve">- </w:t>
      </w:r>
      <w:r w:rsidR="00FA29FF" w:rsidRPr="001A0487">
        <w:rPr>
          <w:rFonts w:ascii="Times New Roman" w:hAnsi="Times New Roman" w:cs="Times New Roman"/>
          <w:sz w:val="28"/>
          <w:szCs w:val="28"/>
        </w:rPr>
        <w:t xml:space="preserve">   </w:t>
      </w:r>
      <w:r w:rsidRPr="001A0487">
        <w:rPr>
          <w:rFonts w:ascii="Times New Roman" w:hAnsi="Times New Roman" w:cs="Times New Roman"/>
          <w:sz w:val="28"/>
          <w:szCs w:val="28"/>
        </w:rPr>
        <w:t>развитие умений созидательной деятельности детей,</w:t>
      </w:r>
      <w:r w:rsidR="00FA29FF" w:rsidRPr="001A0487">
        <w:rPr>
          <w:rFonts w:ascii="Times New Roman" w:hAnsi="Times New Roman" w:cs="Times New Roman"/>
          <w:sz w:val="28"/>
          <w:szCs w:val="28"/>
        </w:rPr>
        <w:t xml:space="preserve"> </w:t>
      </w:r>
      <w:r w:rsidRPr="001A0487">
        <w:rPr>
          <w:rFonts w:ascii="Times New Roman" w:hAnsi="Times New Roman" w:cs="Times New Roman"/>
          <w:sz w:val="28"/>
          <w:szCs w:val="28"/>
        </w:rPr>
        <w:t>корпоративного духа, работы в команде</w:t>
      </w:r>
      <w:r w:rsidR="00FA29FF" w:rsidRPr="001A0487">
        <w:rPr>
          <w:rFonts w:ascii="Times New Roman" w:hAnsi="Times New Roman" w:cs="Times New Roman"/>
          <w:sz w:val="28"/>
          <w:szCs w:val="28"/>
        </w:rPr>
        <w:t xml:space="preserve">, противостоянию </w:t>
      </w:r>
      <w:proofErr w:type="spellStart"/>
      <w:r w:rsidR="00FA29FF" w:rsidRPr="001A0487">
        <w:rPr>
          <w:rFonts w:ascii="Times New Roman" w:hAnsi="Times New Roman" w:cs="Times New Roman"/>
          <w:sz w:val="28"/>
          <w:szCs w:val="28"/>
        </w:rPr>
        <w:t>девиантному</w:t>
      </w:r>
      <w:proofErr w:type="spellEnd"/>
      <w:r w:rsidR="00FA29FF" w:rsidRPr="001A0487">
        <w:rPr>
          <w:rFonts w:ascii="Times New Roman" w:hAnsi="Times New Roman" w:cs="Times New Roman"/>
          <w:sz w:val="28"/>
          <w:szCs w:val="28"/>
        </w:rPr>
        <w:t xml:space="preserve"> поведению;</w:t>
      </w:r>
    </w:p>
    <w:p w14:paraId="262E7EE7" w14:textId="658ED484" w:rsidR="00F66220" w:rsidRPr="001A0487" w:rsidRDefault="00F66220" w:rsidP="001A048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1A0487">
        <w:rPr>
          <w:rFonts w:ascii="Times New Roman" w:hAnsi="Times New Roman" w:cs="Times New Roman"/>
          <w:sz w:val="28"/>
          <w:szCs w:val="28"/>
        </w:rPr>
        <w:t xml:space="preserve">- </w:t>
      </w:r>
      <w:r w:rsidR="00C94D58" w:rsidRPr="001A0487">
        <w:rPr>
          <w:rFonts w:ascii="Times New Roman" w:hAnsi="Times New Roman" w:cs="Times New Roman"/>
          <w:sz w:val="28"/>
          <w:szCs w:val="28"/>
        </w:rPr>
        <w:t xml:space="preserve"> </w:t>
      </w:r>
      <w:r w:rsidRPr="001A0487">
        <w:rPr>
          <w:rFonts w:ascii="Times New Roman" w:hAnsi="Times New Roman" w:cs="Times New Roman"/>
          <w:sz w:val="28"/>
          <w:szCs w:val="28"/>
        </w:rPr>
        <w:t xml:space="preserve">обучение </w:t>
      </w:r>
      <w:r w:rsidR="00C94D58" w:rsidRPr="001A0487">
        <w:rPr>
          <w:rFonts w:ascii="Times New Roman" w:hAnsi="Times New Roman" w:cs="Times New Roman"/>
          <w:sz w:val="28"/>
          <w:szCs w:val="28"/>
        </w:rPr>
        <w:t xml:space="preserve">детей и подростков </w:t>
      </w:r>
      <w:r w:rsidRPr="001A0487">
        <w:rPr>
          <w:rFonts w:ascii="Times New Roman" w:hAnsi="Times New Roman" w:cs="Times New Roman"/>
          <w:sz w:val="28"/>
          <w:szCs w:val="28"/>
        </w:rPr>
        <w:t>успешному формированию навыков ЗОЖ, рациональному использованию</w:t>
      </w:r>
      <w:r w:rsidR="00FA29FF" w:rsidRPr="001A0487">
        <w:rPr>
          <w:rFonts w:ascii="Times New Roman" w:hAnsi="Times New Roman" w:cs="Times New Roman"/>
          <w:sz w:val="28"/>
          <w:szCs w:val="28"/>
        </w:rPr>
        <w:t xml:space="preserve"> свободного времени, овладению социальных установок самоопределения и самоорганизации в каникулярный период.</w:t>
      </w:r>
    </w:p>
    <w:p w14:paraId="3F764277" w14:textId="77777777" w:rsidR="00C94D58" w:rsidRPr="001A0487" w:rsidRDefault="00C94D58" w:rsidP="001A048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14:paraId="59B06C45" w14:textId="77777777" w:rsidR="009407DA" w:rsidRDefault="009407DA" w:rsidP="00750214">
      <w:pPr>
        <w:pStyle w:val="a4"/>
        <w:jc w:val="center"/>
        <w:rPr>
          <w:rFonts w:ascii="Times New Roman" w:hAnsi="Times New Roman" w:cs="Times New Roman"/>
          <w:b/>
          <w:sz w:val="28"/>
        </w:rPr>
      </w:pPr>
    </w:p>
    <w:p w14:paraId="603688A1" w14:textId="77777777" w:rsidR="009407DA" w:rsidRDefault="009407DA" w:rsidP="00750214">
      <w:pPr>
        <w:pStyle w:val="a4"/>
        <w:jc w:val="center"/>
        <w:rPr>
          <w:rFonts w:ascii="Times New Roman" w:hAnsi="Times New Roman" w:cs="Times New Roman"/>
          <w:b/>
          <w:sz w:val="28"/>
        </w:rPr>
      </w:pPr>
    </w:p>
    <w:p w14:paraId="51B8184B" w14:textId="77777777" w:rsidR="001A0487" w:rsidRDefault="001A0487" w:rsidP="00750214">
      <w:pPr>
        <w:pStyle w:val="a4"/>
        <w:jc w:val="center"/>
        <w:rPr>
          <w:rFonts w:ascii="Times New Roman" w:hAnsi="Times New Roman" w:cs="Times New Roman"/>
          <w:b/>
          <w:sz w:val="28"/>
        </w:rPr>
      </w:pPr>
    </w:p>
    <w:p w14:paraId="1E88D382" w14:textId="77777777" w:rsidR="001A0487" w:rsidRDefault="001A0487" w:rsidP="00750214">
      <w:pPr>
        <w:pStyle w:val="a4"/>
        <w:jc w:val="center"/>
        <w:rPr>
          <w:rFonts w:ascii="Times New Roman" w:hAnsi="Times New Roman" w:cs="Times New Roman"/>
          <w:b/>
          <w:sz w:val="28"/>
        </w:rPr>
      </w:pPr>
    </w:p>
    <w:p w14:paraId="2CD55CAD" w14:textId="77777777" w:rsidR="008E280C" w:rsidRPr="008E280C" w:rsidRDefault="00750214" w:rsidP="00750214">
      <w:pPr>
        <w:pStyle w:val="a4"/>
        <w:jc w:val="center"/>
        <w:rPr>
          <w:rFonts w:ascii="Times New Roman" w:hAnsi="Times New Roman" w:cs="Times New Roman"/>
          <w:b/>
          <w:sz w:val="28"/>
        </w:rPr>
      </w:pPr>
      <w:r w:rsidRPr="008E280C">
        <w:rPr>
          <w:rFonts w:ascii="Times New Roman" w:hAnsi="Times New Roman" w:cs="Times New Roman"/>
          <w:b/>
          <w:sz w:val="28"/>
        </w:rPr>
        <w:t>План</w:t>
      </w:r>
    </w:p>
    <w:p w14:paraId="1D683FBC" w14:textId="157A4B2B" w:rsidR="00750214" w:rsidRPr="008E280C" w:rsidRDefault="00750214" w:rsidP="00750214">
      <w:pPr>
        <w:pStyle w:val="a4"/>
        <w:jc w:val="center"/>
        <w:rPr>
          <w:rFonts w:ascii="Times New Roman" w:hAnsi="Times New Roman" w:cs="Times New Roman"/>
          <w:b/>
          <w:sz w:val="28"/>
        </w:rPr>
      </w:pPr>
      <w:r w:rsidRPr="008E280C">
        <w:rPr>
          <w:rFonts w:ascii="Times New Roman" w:hAnsi="Times New Roman" w:cs="Times New Roman"/>
          <w:b/>
          <w:sz w:val="28"/>
        </w:rPr>
        <w:t xml:space="preserve"> проведения </w:t>
      </w:r>
      <w:r w:rsidR="00727894">
        <w:rPr>
          <w:rFonts w:ascii="Times New Roman" w:hAnsi="Times New Roman" w:cs="Times New Roman"/>
          <w:b/>
          <w:sz w:val="28"/>
        </w:rPr>
        <w:t xml:space="preserve"> обучающих </w:t>
      </w:r>
      <w:r w:rsidR="008E280C" w:rsidRPr="008E280C">
        <w:rPr>
          <w:rFonts w:ascii="Times New Roman" w:hAnsi="Times New Roman" w:cs="Times New Roman"/>
          <w:b/>
          <w:sz w:val="28"/>
        </w:rPr>
        <w:t xml:space="preserve"> семинаров</w:t>
      </w:r>
    </w:p>
    <w:p w14:paraId="2D099FC0" w14:textId="73DAA0F6" w:rsidR="00750214" w:rsidRPr="008E280C" w:rsidRDefault="008E280C" w:rsidP="00750214">
      <w:pPr>
        <w:pStyle w:val="a4"/>
        <w:jc w:val="center"/>
        <w:rPr>
          <w:rFonts w:ascii="Times New Roman" w:hAnsi="Times New Roman" w:cs="Times New Roman"/>
          <w:b/>
          <w:sz w:val="28"/>
        </w:rPr>
      </w:pPr>
      <w:r w:rsidRPr="008E280C">
        <w:rPr>
          <w:rFonts w:ascii="Times New Roman" w:hAnsi="Times New Roman" w:cs="Times New Roman"/>
          <w:b/>
          <w:sz w:val="28"/>
        </w:rPr>
        <w:t xml:space="preserve">по </w:t>
      </w:r>
      <w:r w:rsidR="00727894">
        <w:rPr>
          <w:rFonts w:ascii="Times New Roman" w:hAnsi="Times New Roman" w:cs="Times New Roman"/>
          <w:b/>
          <w:sz w:val="28"/>
        </w:rPr>
        <w:t xml:space="preserve">организации и </w:t>
      </w:r>
      <w:r w:rsidR="00750214" w:rsidRPr="008E280C">
        <w:rPr>
          <w:rFonts w:ascii="Times New Roman" w:hAnsi="Times New Roman" w:cs="Times New Roman"/>
          <w:b/>
          <w:sz w:val="28"/>
        </w:rPr>
        <w:t xml:space="preserve">участию в летней программе </w:t>
      </w:r>
      <w:r w:rsidR="00727894">
        <w:rPr>
          <w:rFonts w:ascii="Times New Roman" w:hAnsi="Times New Roman" w:cs="Times New Roman"/>
          <w:b/>
          <w:sz w:val="28"/>
        </w:rPr>
        <w:t xml:space="preserve"> </w:t>
      </w:r>
      <w:r w:rsidR="00750214" w:rsidRPr="008E280C">
        <w:rPr>
          <w:rFonts w:ascii="Times New Roman" w:hAnsi="Times New Roman" w:cs="Times New Roman"/>
          <w:b/>
          <w:sz w:val="28"/>
        </w:rPr>
        <w:t>«</w:t>
      </w:r>
      <w:r w:rsidRPr="008E280C">
        <w:rPr>
          <w:rFonts w:ascii="Times New Roman" w:hAnsi="Times New Roman" w:cs="Times New Roman"/>
          <w:b/>
          <w:sz w:val="28"/>
        </w:rPr>
        <w:t>ЖАЗ-2016</w:t>
      </w:r>
      <w:r w:rsidR="00750214" w:rsidRPr="008E280C">
        <w:rPr>
          <w:rFonts w:ascii="Times New Roman" w:hAnsi="Times New Roman" w:cs="Times New Roman"/>
          <w:b/>
          <w:sz w:val="28"/>
        </w:rPr>
        <w:t>»</w:t>
      </w:r>
    </w:p>
    <w:p w14:paraId="64F67D3F" w14:textId="14017ED4" w:rsidR="008E280C" w:rsidRDefault="008E280C" w:rsidP="00750214">
      <w:pPr>
        <w:pStyle w:val="a4"/>
        <w:jc w:val="center"/>
        <w:rPr>
          <w:rFonts w:ascii="Times New Roman" w:hAnsi="Times New Roman" w:cs="Times New Roman"/>
          <w:b/>
          <w:sz w:val="28"/>
        </w:rPr>
      </w:pPr>
      <w:r w:rsidRPr="008E280C">
        <w:rPr>
          <w:rFonts w:ascii="Times New Roman" w:hAnsi="Times New Roman" w:cs="Times New Roman"/>
          <w:b/>
          <w:sz w:val="28"/>
        </w:rPr>
        <w:t>для учреждений образования</w:t>
      </w:r>
      <w:r w:rsidR="005C2BE9">
        <w:rPr>
          <w:rFonts w:ascii="Times New Roman" w:hAnsi="Times New Roman" w:cs="Times New Roman"/>
          <w:b/>
          <w:sz w:val="28"/>
        </w:rPr>
        <w:t xml:space="preserve"> </w:t>
      </w:r>
    </w:p>
    <w:p w14:paraId="6893E08E" w14:textId="77777777" w:rsidR="005C2BE9" w:rsidRDefault="005C2BE9" w:rsidP="00750214">
      <w:pPr>
        <w:pStyle w:val="a4"/>
        <w:jc w:val="center"/>
        <w:rPr>
          <w:rFonts w:ascii="Times New Roman" w:hAnsi="Times New Roman" w:cs="Times New Roman"/>
          <w:b/>
          <w:sz w:val="28"/>
        </w:rPr>
      </w:pPr>
    </w:p>
    <w:p w14:paraId="3697D7AC" w14:textId="77777777" w:rsidR="005C2BE9" w:rsidRPr="005C2BE9" w:rsidRDefault="005C2BE9" w:rsidP="005C2BE9">
      <w:pPr>
        <w:pStyle w:val="a4"/>
        <w:jc w:val="right"/>
        <w:rPr>
          <w:rFonts w:ascii="Times New Roman" w:hAnsi="Times New Roman" w:cs="Times New Roman"/>
          <w:sz w:val="28"/>
        </w:rPr>
      </w:pPr>
      <w:r w:rsidRPr="005C2BE9">
        <w:rPr>
          <w:rFonts w:ascii="Times New Roman" w:hAnsi="Times New Roman" w:cs="Times New Roman"/>
          <w:sz w:val="28"/>
        </w:rPr>
        <w:t xml:space="preserve">                                              Место и сроки проведения: ЦЗДТ</w:t>
      </w:r>
    </w:p>
    <w:p w14:paraId="51ADED1A" w14:textId="7A39C0F1" w:rsidR="00750214" w:rsidRDefault="005C2BE9" w:rsidP="005C2BE9">
      <w:pPr>
        <w:pStyle w:val="a4"/>
        <w:jc w:val="right"/>
        <w:rPr>
          <w:rFonts w:ascii="Times New Roman" w:hAnsi="Times New Roman" w:cs="Times New Roman"/>
          <w:sz w:val="28"/>
        </w:rPr>
      </w:pPr>
      <w:r w:rsidRPr="005C2BE9">
        <w:rPr>
          <w:rFonts w:ascii="Times New Roman" w:hAnsi="Times New Roman" w:cs="Times New Roman"/>
          <w:sz w:val="28"/>
        </w:rPr>
        <w:t>апрель-май</w:t>
      </w:r>
    </w:p>
    <w:p w14:paraId="14ABC721" w14:textId="77777777" w:rsidR="005C2BE9" w:rsidRPr="00750214" w:rsidRDefault="005C2BE9" w:rsidP="005C2BE9">
      <w:pPr>
        <w:pStyle w:val="a4"/>
        <w:jc w:val="right"/>
        <w:rPr>
          <w:rFonts w:ascii="Times New Roman" w:hAnsi="Times New Roman" w:cs="Times New Roman"/>
          <w:sz w:val="28"/>
        </w:rPr>
      </w:pPr>
    </w:p>
    <w:tbl>
      <w:tblPr>
        <w:tblStyle w:val="a3"/>
        <w:tblW w:w="9688" w:type="dxa"/>
        <w:jc w:val="center"/>
        <w:tblInd w:w="-379" w:type="dxa"/>
        <w:tblLook w:val="04A0" w:firstRow="1" w:lastRow="0" w:firstColumn="1" w:lastColumn="0" w:noHBand="0" w:noVBand="1"/>
      </w:tblPr>
      <w:tblGrid>
        <w:gridCol w:w="458"/>
        <w:gridCol w:w="3747"/>
        <w:gridCol w:w="2459"/>
        <w:gridCol w:w="1499"/>
        <w:gridCol w:w="1525"/>
      </w:tblGrid>
      <w:tr w:rsidR="006A54C6" w:rsidRPr="003F3CD0" w14:paraId="61C4F4FB" w14:textId="77777777" w:rsidTr="005C2BE9">
        <w:trPr>
          <w:jc w:val="center"/>
        </w:trPr>
        <w:tc>
          <w:tcPr>
            <w:tcW w:w="458" w:type="dxa"/>
          </w:tcPr>
          <w:p w14:paraId="791BC662" w14:textId="77777777" w:rsidR="00750214" w:rsidRPr="00A40011" w:rsidRDefault="00750214" w:rsidP="00D136B2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A40011">
              <w:rPr>
                <w:rFonts w:ascii="Times New Roman" w:hAnsi="Times New Roman" w:cs="Times New Roman"/>
                <w:b/>
                <w:sz w:val="24"/>
                <w:szCs w:val="28"/>
              </w:rPr>
              <w:t>№</w:t>
            </w:r>
          </w:p>
        </w:tc>
        <w:tc>
          <w:tcPr>
            <w:tcW w:w="3747" w:type="dxa"/>
          </w:tcPr>
          <w:p w14:paraId="337BC484" w14:textId="77777777" w:rsidR="00C94D58" w:rsidRDefault="008E280C" w:rsidP="00EE1F07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A40011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Темы </w:t>
            </w:r>
            <w:r w:rsidR="00247676" w:rsidRPr="00A40011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</w:t>
            </w:r>
          </w:p>
          <w:p w14:paraId="11CF6742" w14:textId="2E2EB965" w:rsidR="00750214" w:rsidRPr="00A40011" w:rsidRDefault="00750214" w:rsidP="00EE1F07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proofErr w:type="spellStart"/>
            <w:r w:rsidRPr="00A40011">
              <w:rPr>
                <w:rFonts w:ascii="Times New Roman" w:hAnsi="Times New Roman" w:cs="Times New Roman"/>
                <w:b/>
                <w:sz w:val="24"/>
                <w:szCs w:val="28"/>
              </w:rPr>
              <w:t>Флеш</w:t>
            </w:r>
            <w:proofErr w:type="spellEnd"/>
            <w:r w:rsidR="00247676" w:rsidRPr="00A40011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</w:t>
            </w:r>
            <w:r w:rsidRPr="00A40011">
              <w:rPr>
                <w:rFonts w:ascii="Times New Roman" w:hAnsi="Times New Roman" w:cs="Times New Roman"/>
                <w:b/>
                <w:sz w:val="24"/>
                <w:szCs w:val="28"/>
              </w:rPr>
              <w:t>-</w:t>
            </w:r>
            <w:r w:rsidR="00247676" w:rsidRPr="00A40011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</w:t>
            </w:r>
            <w:r w:rsidRPr="00A40011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МОБ </w:t>
            </w:r>
            <w:r w:rsidR="00C94D58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</w:t>
            </w:r>
            <w:r w:rsidRPr="00A40011">
              <w:rPr>
                <w:rFonts w:ascii="Times New Roman" w:hAnsi="Times New Roman" w:cs="Times New Roman"/>
                <w:b/>
                <w:sz w:val="24"/>
                <w:szCs w:val="28"/>
              </w:rPr>
              <w:t>ПРОФИ</w:t>
            </w:r>
          </w:p>
        </w:tc>
        <w:tc>
          <w:tcPr>
            <w:tcW w:w="2459" w:type="dxa"/>
          </w:tcPr>
          <w:p w14:paraId="1AD3DCFE" w14:textId="7774DE9A" w:rsidR="00750214" w:rsidRPr="00A40011" w:rsidRDefault="00750214" w:rsidP="00D136B2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A40011">
              <w:rPr>
                <w:rFonts w:ascii="Times New Roman" w:hAnsi="Times New Roman" w:cs="Times New Roman"/>
                <w:b/>
                <w:sz w:val="24"/>
                <w:szCs w:val="28"/>
              </w:rPr>
              <w:t>Участники</w:t>
            </w:r>
          </w:p>
        </w:tc>
        <w:tc>
          <w:tcPr>
            <w:tcW w:w="1499" w:type="dxa"/>
          </w:tcPr>
          <w:p w14:paraId="1AAEF0AB" w14:textId="77777777" w:rsidR="00161F47" w:rsidRPr="00A40011" w:rsidRDefault="00161F47" w:rsidP="00161F47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A40011">
              <w:rPr>
                <w:rFonts w:ascii="Times New Roman" w:hAnsi="Times New Roman" w:cs="Times New Roman"/>
                <w:b/>
                <w:sz w:val="24"/>
                <w:szCs w:val="28"/>
              </w:rPr>
              <w:t>Количество</w:t>
            </w:r>
          </w:p>
          <w:p w14:paraId="5F39DBB9" w14:textId="4B3D1385" w:rsidR="00750214" w:rsidRPr="00A40011" w:rsidRDefault="00AC7517" w:rsidP="00D136B2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семинаров</w:t>
            </w:r>
          </w:p>
        </w:tc>
        <w:tc>
          <w:tcPr>
            <w:tcW w:w="1525" w:type="dxa"/>
          </w:tcPr>
          <w:p w14:paraId="42FCDBFE" w14:textId="79906D7F" w:rsidR="00161F47" w:rsidRPr="00A40011" w:rsidRDefault="00161F47" w:rsidP="00D136B2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A40011">
              <w:rPr>
                <w:rFonts w:ascii="Times New Roman" w:hAnsi="Times New Roman" w:cs="Times New Roman"/>
                <w:b/>
                <w:sz w:val="24"/>
                <w:szCs w:val="28"/>
              </w:rPr>
              <w:t>Количество</w:t>
            </w:r>
          </w:p>
          <w:p w14:paraId="49AF365A" w14:textId="224B6F63" w:rsidR="00750214" w:rsidRPr="00A40011" w:rsidRDefault="00750214" w:rsidP="00D136B2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A40011">
              <w:rPr>
                <w:rFonts w:ascii="Times New Roman" w:hAnsi="Times New Roman" w:cs="Times New Roman"/>
                <w:b/>
                <w:sz w:val="24"/>
                <w:szCs w:val="28"/>
              </w:rPr>
              <w:t>участников</w:t>
            </w:r>
          </w:p>
        </w:tc>
      </w:tr>
      <w:tr w:rsidR="006A54C6" w:rsidRPr="003F3CD0" w14:paraId="1E6C912F" w14:textId="77777777" w:rsidTr="005C2BE9">
        <w:trPr>
          <w:jc w:val="center"/>
        </w:trPr>
        <w:tc>
          <w:tcPr>
            <w:tcW w:w="458" w:type="dxa"/>
          </w:tcPr>
          <w:p w14:paraId="5BF73CAA" w14:textId="77777777" w:rsidR="00750214" w:rsidRPr="003F3CD0" w:rsidRDefault="00750214" w:rsidP="00D136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747" w:type="dxa"/>
          </w:tcPr>
          <w:p w14:paraId="4101A96A" w14:textId="53F244E8" w:rsidR="00750214" w:rsidRPr="003F3CD0" w:rsidRDefault="006A54C6" w:rsidP="006A54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Этапы взаимодействия </w:t>
            </w:r>
            <w:r w:rsidR="00681E3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 педагогической поддержки  детей в летние каникулы.</w:t>
            </w:r>
          </w:p>
        </w:tc>
        <w:tc>
          <w:tcPr>
            <w:tcW w:w="2459" w:type="dxa"/>
          </w:tcPr>
          <w:p w14:paraId="3CB48F4F" w14:textId="1DC54345" w:rsidR="00750214" w:rsidRDefault="000E5557" w:rsidP="00681E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727894">
              <w:rPr>
                <w:rFonts w:ascii="Times New Roman" w:hAnsi="Times New Roman" w:cs="Times New Roman"/>
                <w:sz w:val="28"/>
                <w:szCs w:val="28"/>
              </w:rPr>
              <w:t>ожатые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14:paraId="73E5BC49" w14:textId="4FBCEC62" w:rsidR="000E5557" w:rsidRDefault="000E5557" w:rsidP="00681E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соцпедагоги</w:t>
            </w:r>
            <w:proofErr w:type="spellEnd"/>
          </w:p>
        </w:tc>
        <w:tc>
          <w:tcPr>
            <w:tcW w:w="1499" w:type="dxa"/>
          </w:tcPr>
          <w:p w14:paraId="05E81DC3" w14:textId="0DBDF1A3" w:rsidR="00750214" w:rsidRDefault="008E280C" w:rsidP="00D13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14:paraId="34CA8547" w14:textId="77777777" w:rsidR="00750214" w:rsidRPr="003F3CD0" w:rsidRDefault="00750214" w:rsidP="00D13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5" w:type="dxa"/>
          </w:tcPr>
          <w:p w14:paraId="5867BA8D" w14:textId="6FD3A28A" w:rsidR="00750214" w:rsidRPr="003F3CD0" w:rsidRDefault="00232ED3" w:rsidP="00D13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</w:tr>
      <w:tr w:rsidR="006A54C6" w:rsidRPr="003F3CD0" w14:paraId="6F3A0AB9" w14:textId="77777777" w:rsidTr="005C2BE9">
        <w:trPr>
          <w:jc w:val="center"/>
        </w:trPr>
        <w:tc>
          <w:tcPr>
            <w:tcW w:w="458" w:type="dxa"/>
          </w:tcPr>
          <w:p w14:paraId="442F26C8" w14:textId="1733F4A9" w:rsidR="00750214" w:rsidRDefault="008E280C" w:rsidP="00D136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747" w:type="dxa"/>
          </w:tcPr>
          <w:p w14:paraId="77CD2E3B" w14:textId="4B82A2B5" w:rsidR="00750214" w:rsidRDefault="00831028" w:rsidP="006A54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Модели совместного творчества.</w:t>
            </w:r>
          </w:p>
        </w:tc>
        <w:tc>
          <w:tcPr>
            <w:tcW w:w="2459" w:type="dxa"/>
          </w:tcPr>
          <w:p w14:paraId="4F753694" w14:textId="680E8B65" w:rsidR="00750214" w:rsidRDefault="00750214" w:rsidP="00681E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классны</w:t>
            </w:r>
            <w:r w:rsidR="00727894">
              <w:rPr>
                <w:rFonts w:ascii="Times New Roman" w:hAnsi="Times New Roman" w:cs="Times New Roman"/>
                <w:sz w:val="28"/>
                <w:szCs w:val="28"/>
              </w:rPr>
              <w:t>е руководители</w:t>
            </w:r>
          </w:p>
        </w:tc>
        <w:tc>
          <w:tcPr>
            <w:tcW w:w="1499" w:type="dxa"/>
          </w:tcPr>
          <w:p w14:paraId="064C010E" w14:textId="4AEBA54C" w:rsidR="00750214" w:rsidRDefault="008E280C" w:rsidP="00D13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25" w:type="dxa"/>
          </w:tcPr>
          <w:p w14:paraId="2CD129B7" w14:textId="250F8C75" w:rsidR="00750214" w:rsidRDefault="00232ED3" w:rsidP="00D13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</w:tr>
      <w:tr w:rsidR="006A54C6" w:rsidRPr="003F3CD0" w14:paraId="7FD765E8" w14:textId="77777777" w:rsidTr="005C2BE9">
        <w:trPr>
          <w:jc w:val="center"/>
        </w:trPr>
        <w:tc>
          <w:tcPr>
            <w:tcW w:w="458" w:type="dxa"/>
          </w:tcPr>
          <w:p w14:paraId="4F4AE7D2" w14:textId="3F3DA5DA" w:rsidR="00750214" w:rsidRDefault="008E280C" w:rsidP="00D136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747" w:type="dxa"/>
          </w:tcPr>
          <w:p w14:paraId="699FB587" w14:textId="77777777" w:rsidR="00831028" w:rsidRDefault="00831028" w:rsidP="006A54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Практическая консультация            в вопросах и ответах</w:t>
            </w:r>
          </w:p>
          <w:p w14:paraId="15738EC3" w14:textId="2C04B438" w:rsidR="00750214" w:rsidRPr="00831028" w:rsidRDefault="00831028" w:rsidP="00831028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8"/>
              </w:rPr>
              <w:t xml:space="preserve">(по </w:t>
            </w:r>
            <w:r w:rsidRPr="00831028">
              <w:rPr>
                <w:rFonts w:ascii="Times New Roman" w:hAnsi="Times New Roman" w:cs="Times New Roman"/>
                <w:i/>
                <w:sz w:val="24"/>
                <w:szCs w:val="28"/>
              </w:rPr>
              <w:t xml:space="preserve"> летни</w:t>
            </w:r>
            <w:r>
              <w:rPr>
                <w:rFonts w:ascii="Times New Roman" w:hAnsi="Times New Roman" w:cs="Times New Roman"/>
                <w:i/>
                <w:sz w:val="24"/>
                <w:szCs w:val="28"/>
              </w:rPr>
              <w:t xml:space="preserve">м </w:t>
            </w:r>
            <w:r w:rsidRPr="00831028">
              <w:rPr>
                <w:rFonts w:ascii="Times New Roman" w:hAnsi="Times New Roman" w:cs="Times New Roman"/>
                <w:i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8"/>
              </w:rPr>
              <w:t xml:space="preserve">проектам </w:t>
            </w:r>
            <w:r w:rsidRPr="00831028">
              <w:rPr>
                <w:rFonts w:ascii="Times New Roman" w:hAnsi="Times New Roman" w:cs="Times New Roman"/>
                <w:i/>
                <w:sz w:val="24"/>
                <w:szCs w:val="28"/>
              </w:rPr>
              <w:t>ЦЗДТ)</w:t>
            </w:r>
          </w:p>
        </w:tc>
        <w:tc>
          <w:tcPr>
            <w:tcW w:w="2459" w:type="dxa"/>
          </w:tcPr>
          <w:p w14:paraId="66400830" w14:textId="2C16FDA4" w:rsidR="00750214" w:rsidRDefault="00727894" w:rsidP="00681E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руководители</w:t>
            </w:r>
            <w:r w:rsidR="007502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E280C">
              <w:rPr>
                <w:rFonts w:ascii="Times New Roman" w:hAnsi="Times New Roman" w:cs="Times New Roman"/>
                <w:sz w:val="28"/>
                <w:szCs w:val="28"/>
              </w:rPr>
              <w:t>пришкольных лагерей</w:t>
            </w:r>
          </w:p>
        </w:tc>
        <w:tc>
          <w:tcPr>
            <w:tcW w:w="1499" w:type="dxa"/>
          </w:tcPr>
          <w:p w14:paraId="74D7767C" w14:textId="4D313F75" w:rsidR="00750214" w:rsidRDefault="008E280C" w:rsidP="00D13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25" w:type="dxa"/>
          </w:tcPr>
          <w:p w14:paraId="08E97919" w14:textId="608C35F3" w:rsidR="00750214" w:rsidRDefault="00232ED3" w:rsidP="00D13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</w:tr>
      <w:tr w:rsidR="006A54C6" w:rsidRPr="003F3CD0" w14:paraId="0E950C9A" w14:textId="77777777" w:rsidTr="005C2BE9">
        <w:trPr>
          <w:jc w:val="center"/>
        </w:trPr>
        <w:tc>
          <w:tcPr>
            <w:tcW w:w="458" w:type="dxa"/>
          </w:tcPr>
          <w:p w14:paraId="3F5DC190" w14:textId="3B106759" w:rsidR="008E280C" w:rsidRDefault="008E280C" w:rsidP="00D136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747" w:type="dxa"/>
          </w:tcPr>
          <w:p w14:paraId="0D38961A" w14:textId="4C1CC417" w:rsidR="008E280C" w:rsidRDefault="00831028" w:rsidP="00EE1F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Современные технологий                  по организации летнего досуга и оздоровления.</w:t>
            </w:r>
          </w:p>
        </w:tc>
        <w:tc>
          <w:tcPr>
            <w:tcW w:w="2459" w:type="dxa"/>
          </w:tcPr>
          <w:p w14:paraId="4F632140" w14:textId="64E28D02" w:rsidR="00727894" w:rsidRDefault="00247676" w:rsidP="00681E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педагоги</w:t>
            </w:r>
            <w:r w:rsidR="008E280C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727894">
              <w:rPr>
                <w:rFonts w:ascii="Times New Roman" w:hAnsi="Times New Roman" w:cs="Times New Roman"/>
                <w:sz w:val="28"/>
                <w:szCs w:val="28"/>
              </w:rPr>
              <w:t>организаторы</w:t>
            </w:r>
            <w:r w:rsidR="008E280C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27894">
              <w:rPr>
                <w:rFonts w:ascii="Times New Roman" w:hAnsi="Times New Roman" w:cs="Times New Roman"/>
                <w:sz w:val="28"/>
                <w:szCs w:val="28"/>
              </w:rPr>
              <w:t>педагоги</w:t>
            </w:r>
          </w:p>
          <w:p w14:paraId="3F1F4AEB" w14:textId="675F5595" w:rsidR="008E280C" w:rsidRDefault="008E280C" w:rsidP="00681E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дополнительного</w:t>
            </w:r>
          </w:p>
          <w:p w14:paraId="635E98F8" w14:textId="2E89F7A2" w:rsidR="008E280C" w:rsidRDefault="008E280C" w:rsidP="00681E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образования</w:t>
            </w:r>
          </w:p>
        </w:tc>
        <w:tc>
          <w:tcPr>
            <w:tcW w:w="1499" w:type="dxa"/>
          </w:tcPr>
          <w:p w14:paraId="0AF67DDA" w14:textId="755C4617" w:rsidR="008E280C" w:rsidRDefault="008E280C" w:rsidP="00D13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25" w:type="dxa"/>
          </w:tcPr>
          <w:p w14:paraId="2D46C234" w14:textId="7DFE961F" w:rsidR="008E280C" w:rsidRDefault="00232ED3" w:rsidP="00D13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</w:tr>
      <w:tr w:rsidR="006A54C6" w:rsidRPr="00507139" w14:paraId="2136BD5D" w14:textId="77777777" w:rsidTr="005C2BE9">
        <w:trPr>
          <w:jc w:val="center"/>
        </w:trPr>
        <w:tc>
          <w:tcPr>
            <w:tcW w:w="458" w:type="dxa"/>
          </w:tcPr>
          <w:p w14:paraId="1E23251D" w14:textId="77777777" w:rsidR="008E280C" w:rsidRPr="00507139" w:rsidRDefault="008E280C" w:rsidP="00D136B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47" w:type="dxa"/>
          </w:tcPr>
          <w:p w14:paraId="4EE30CF4" w14:textId="43B94062" w:rsidR="008E280C" w:rsidRPr="00507139" w:rsidRDefault="009C54F0" w:rsidP="009C54F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7139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2459" w:type="dxa"/>
          </w:tcPr>
          <w:p w14:paraId="075574E5" w14:textId="46954522" w:rsidR="008E280C" w:rsidRPr="00507139" w:rsidRDefault="008E280C" w:rsidP="00D136B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99" w:type="dxa"/>
          </w:tcPr>
          <w:p w14:paraId="2E88326B" w14:textId="6FF9D158" w:rsidR="008E280C" w:rsidRPr="00507139" w:rsidRDefault="008E280C" w:rsidP="00D136B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7139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525" w:type="dxa"/>
          </w:tcPr>
          <w:p w14:paraId="3A03072B" w14:textId="2D259E3A" w:rsidR="008E280C" w:rsidRPr="00507139" w:rsidRDefault="008E280C" w:rsidP="00D136B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7139">
              <w:rPr>
                <w:rFonts w:ascii="Times New Roman" w:hAnsi="Times New Roman" w:cs="Times New Roman"/>
                <w:b/>
                <w:sz w:val="28"/>
                <w:szCs w:val="28"/>
              </w:rPr>
              <w:t>120</w:t>
            </w:r>
          </w:p>
        </w:tc>
      </w:tr>
    </w:tbl>
    <w:p w14:paraId="303C6BE0" w14:textId="77777777" w:rsidR="00750214" w:rsidRPr="00507139" w:rsidRDefault="00750214" w:rsidP="008E280C">
      <w:pPr>
        <w:pStyle w:val="a4"/>
        <w:rPr>
          <w:rFonts w:ascii="Times New Roman" w:hAnsi="Times New Roman" w:cs="Times New Roman"/>
          <w:b/>
          <w:sz w:val="28"/>
        </w:rPr>
      </w:pPr>
    </w:p>
    <w:p w14:paraId="5F043097" w14:textId="77777777" w:rsidR="002C5383" w:rsidRPr="003F3CD0" w:rsidRDefault="002C5383" w:rsidP="002C5383">
      <w:pPr>
        <w:pStyle w:val="a4"/>
        <w:jc w:val="center"/>
        <w:rPr>
          <w:rFonts w:ascii="Times New Roman" w:hAnsi="Times New Roman" w:cs="Times New Roman"/>
          <w:b/>
          <w:sz w:val="28"/>
        </w:rPr>
      </w:pPr>
      <w:r w:rsidRPr="003F3CD0">
        <w:rPr>
          <w:rFonts w:ascii="Times New Roman" w:hAnsi="Times New Roman" w:cs="Times New Roman"/>
          <w:b/>
          <w:sz w:val="28"/>
        </w:rPr>
        <w:t xml:space="preserve">Производственный план </w:t>
      </w:r>
    </w:p>
    <w:p w14:paraId="5A66070A" w14:textId="6198244D" w:rsidR="003F3CD0" w:rsidRDefault="002C5383" w:rsidP="003F3CD0">
      <w:pPr>
        <w:pStyle w:val="a4"/>
        <w:jc w:val="center"/>
        <w:rPr>
          <w:rFonts w:ascii="Times New Roman" w:hAnsi="Times New Roman" w:cs="Times New Roman"/>
          <w:b/>
          <w:sz w:val="28"/>
        </w:rPr>
      </w:pPr>
      <w:r w:rsidRPr="003F3CD0">
        <w:rPr>
          <w:rFonts w:ascii="Times New Roman" w:hAnsi="Times New Roman" w:cs="Times New Roman"/>
          <w:b/>
          <w:sz w:val="28"/>
        </w:rPr>
        <w:t>занятости детей и подростков</w:t>
      </w:r>
      <w:r w:rsidR="00DE0218" w:rsidRPr="003F3CD0">
        <w:rPr>
          <w:rFonts w:ascii="Times New Roman" w:hAnsi="Times New Roman" w:cs="Times New Roman"/>
          <w:b/>
          <w:sz w:val="28"/>
        </w:rPr>
        <w:t xml:space="preserve"> в</w:t>
      </w:r>
      <w:r w:rsidRPr="003F3CD0">
        <w:rPr>
          <w:rFonts w:ascii="Times New Roman" w:hAnsi="Times New Roman" w:cs="Times New Roman"/>
          <w:b/>
          <w:sz w:val="28"/>
        </w:rPr>
        <w:t xml:space="preserve"> комплексном летнем проекте</w:t>
      </w:r>
      <w:r w:rsidR="00DE0218" w:rsidRPr="003F3CD0">
        <w:rPr>
          <w:rFonts w:ascii="Times New Roman" w:hAnsi="Times New Roman" w:cs="Times New Roman"/>
          <w:b/>
          <w:sz w:val="28"/>
        </w:rPr>
        <w:t xml:space="preserve"> </w:t>
      </w:r>
    </w:p>
    <w:p w14:paraId="03DA2B88" w14:textId="1B92662A" w:rsidR="00DE0218" w:rsidRDefault="00DE0218" w:rsidP="003F3CD0">
      <w:pPr>
        <w:pStyle w:val="a4"/>
        <w:jc w:val="center"/>
        <w:rPr>
          <w:rFonts w:ascii="Times New Roman" w:hAnsi="Times New Roman" w:cs="Times New Roman"/>
          <w:b/>
          <w:sz w:val="28"/>
        </w:rPr>
      </w:pPr>
      <w:r w:rsidRPr="003F3CD0">
        <w:rPr>
          <w:rFonts w:ascii="Times New Roman" w:hAnsi="Times New Roman" w:cs="Times New Roman"/>
          <w:b/>
          <w:sz w:val="28"/>
        </w:rPr>
        <w:t>«</w:t>
      </w:r>
      <w:proofErr w:type="spellStart"/>
      <w:r w:rsidRPr="003F3CD0">
        <w:rPr>
          <w:rFonts w:ascii="Times New Roman" w:hAnsi="Times New Roman" w:cs="Times New Roman"/>
          <w:b/>
          <w:sz w:val="28"/>
        </w:rPr>
        <w:t>Досты</w:t>
      </w:r>
      <w:proofErr w:type="spellEnd"/>
      <w:r w:rsidRPr="003F3CD0">
        <w:rPr>
          <w:rFonts w:ascii="Times New Roman" w:hAnsi="Times New Roman" w:cs="Times New Roman"/>
          <w:b/>
          <w:sz w:val="28"/>
          <w:lang w:val="kk-KZ"/>
        </w:rPr>
        <w:t>қ мерей</w:t>
      </w:r>
      <w:r w:rsidRPr="003F3CD0">
        <w:rPr>
          <w:rFonts w:ascii="Times New Roman" w:hAnsi="Times New Roman" w:cs="Times New Roman"/>
          <w:b/>
          <w:sz w:val="28"/>
        </w:rPr>
        <w:t>»</w:t>
      </w:r>
      <w:r w:rsidR="003F3CD0">
        <w:rPr>
          <w:rFonts w:ascii="Times New Roman" w:hAnsi="Times New Roman" w:cs="Times New Roman"/>
          <w:b/>
          <w:sz w:val="28"/>
        </w:rPr>
        <w:t xml:space="preserve">  </w:t>
      </w:r>
      <w:r w:rsidRPr="003F3CD0">
        <w:rPr>
          <w:rFonts w:ascii="Times New Roman" w:hAnsi="Times New Roman" w:cs="Times New Roman"/>
          <w:b/>
          <w:sz w:val="28"/>
        </w:rPr>
        <w:t xml:space="preserve">с июня по август 2016 г. </w:t>
      </w:r>
    </w:p>
    <w:p w14:paraId="5D37EF80" w14:textId="77777777" w:rsidR="00750214" w:rsidRPr="003F3CD0" w:rsidRDefault="00750214" w:rsidP="003F3CD0">
      <w:pPr>
        <w:pStyle w:val="a4"/>
        <w:jc w:val="center"/>
        <w:rPr>
          <w:rFonts w:ascii="Times New Roman" w:hAnsi="Times New Roman" w:cs="Times New Roman"/>
          <w:b/>
          <w:sz w:val="28"/>
        </w:rPr>
      </w:pPr>
    </w:p>
    <w:p w14:paraId="3D64F3D9" w14:textId="77777777" w:rsidR="00DE0218" w:rsidRPr="00DE0218" w:rsidRDefault="00DE0218" w:rsidP="002C5383">
      <w:pPr>
        <w:pStyle w:val="a4"/>
        <w:jc w:val="center"/>
        <w:rPr>
          <w:rFonts w:ascii="Times New Roman" w:hAnsi="Times New Roman" w:cs="Times New Roman"/>
        </w:rPr>
      </w:pPr>
    </w:p>
    <w:tbl>
      <w:tblPr>
        <w:tblStyle w:val="a3"/>
        <w:tblW w:w="0" w:type="auto"/>
        <w:jc w:val="center"/>
        <w:tblInd w:w="-379" w:type="dxa"/>
        <w:tblLook w:val="04A0" w:firstRow="1" w:lastRow="0" w:firstColumn="1" w:lastColumn="0" w:noHBand="0" w:noVBand="1"/>
      </w:tblPr>
      <w:tblGrid>
        <w:gridCol w:w="535"/>
        <w:gridCol w:w="2741"/>
        <w:gridCol w:w="1898"/>
        <w:gridCol w:w="1035"/>
        <w:gridCol w:w="1085"/>
        <w:gridCol w:w="1037"/>
        <w:gridCol w:w="1323"/>
      </w:tblGrid>
      <w:tr w:rsidR="004D5AD8" w:rsidRPr="003F3CD0" w14:paraId="347F8D84" w14:textId="3F2E4D0C" w:rsidTr="004D5AD8">
        <w:trPr>
          <w:jc w:val="center"/>
        </w:trPr>
        <w:tc>
          <w:tcPr>
            <w:tcW w:w="535" w:type="dxa"/>
            <w:vMerge w:val="restart"/>
          </w:tcPr>
          <w:p w14:paraId="5D667DD4" w14:textId="1ED4045C" w:rsidR="004D5AD8" w:rsidRPr="003F3CD0" w:rsidRDefault="004D5AD8" w:rsidP="003F3CD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3CD0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741" w:type="dxa"/>
            <w:vMerge w:val="restart"/>
          </w:tcPr>
          <w:p w14:paraId="3FF608D4" w14:textId="29B68FE5" w:rsidR="004D5AD8" w:rsidRPr="003F3CD0" w:rsidRDefault="004D5AD8" w:rsidP="003F3CD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Форма  проведения</w:t>
            </w:r>
          </w:p>
        </w:tc>
        <w:tc>
          <w:tcPr>
            <w:tcW w:w="1898" w:type="dxa"/>
            <w:vMerge w:val="restart"/>
          </w:tcPr>
          <w:p w14:paraId="5CBD8C8C" w14:textId="020234F7" w:rsidR="004D5AD8" w:rsidRPr="003F3CD0" w:rsidRDefault="004D5AD8" w:rsidP="003F3CD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проектов</w:t>
            </w:r>
          </w:p>
        </w:tc>
        <w:tc>
          <w:tcPr>
            <w:tcW w:w="3157" w:type="dxa"/>
            <w:gridSpan w:val="3"/>
          </w:tcPr>
          <w:p w14:paraId="17B2545A" w14:textId="0AEA1FD1" w:rsidR="004D5AD8" w:rsidRPr="003F3CD0" w:rsidRDefault="004D5AD8" w:rsidP="003F3CD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3CD0">
              <w:rPr>
                <w:rFonts w:ascii="Times New Roman" w:hAnsi="Times New Roman" w:cs="Times New Roman"/>
                <w:b/>
                <w:sz w:val="28"/>
                <w:szCs w:val="28"/>
              </w:rPr>
              <w:t>Всего участников</w:t>
            </w:r>
          </w:p>
        </w:tc>
        <w:tc>
          <w:tcPr>
            <w:tcW w:w="1323" w:type="dxa"/>
          </w:tcPr>
          <w:p w14:paraId="6E4E8D37" w14:textId="7BD350EF" w:rsidR="004D5AD8" w:rsidRPr="003F3CD0" w:rsidRDefault="004D5AD8" w:rsidP="003F3CD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</w:tr>
      <w:tr w:rsidR="004D5AD8" w:rsidRPr="003F3CD0" w14:paraId="180BDEF8" w14:textId="77777777" w:rsidTr="004D5AD8">
        <w:trPr>
          <w:jc w:val="center"/>
        </w:trPr>
        <w:tc>
          <w:tcPr>
            <w:tcW w:w="535" w:type="dxa"/>
            <w:vMerge/>
          </w:tcPr>
          <w:p w14:paraId="1802F01E" w14:textId="77777777" w:rsidR="004D5AD8" w:rsidRPr="003F3CD0" w:rsidRDefault="004D5AD8" w:rsidP="003F3CD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41" w:type="dxa"/>
            <w:vMerge/>
          </w:tcPr>
          <w:p w14:paraId="43C26AD7" w14:textId="77777777" w:rsidR="004D5AD8" w:rsidRPr="003F3CD0" w:rsidRDefault="004D5AD8" w:rsidP="003F3CD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98" w:type="dxa"/>
            <w:vMerge/>
          </w:tcPr>
          <w:p w14:paraId="14899FF0" w14:textId="77777777" w:rsidR="004D5AD8" w:rsidRPr="003F3CD0" w:rsidRDefault="004D5AD8" w:rsidP="003F3CD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35" w:type="dxa"/>
          </w:tcPr>
          <w:p w14:paraId="7EC967E4" w14:textId="52D34D0C" w:rsidR="004D5AD8" w:rsidRPr="003F3CD0" w:rsidRDefault="004D5AD8" w:rsidP="004D5AD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июнь</w:t>
            </w:r>
          </w:p>
        </w:tc>
        <w:tc>
          <w:tcPr>
            <w:tcW w:w="1085" w:type="dxa"/>
          </w:tcPr>
          <w:p w14:paraId="0FA38E64" w14:textId="0F3FA113" w:rsidR="004D5AD8" w:rsidRPr="003F3CD0" w:rsidRDefault="004D5AD8" w:rsidP="003F3CD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июль</w:t>
            </w:r>
          </w:p>
        </w:tc>
        <w:tc>
          <w:tcPr>
            <w:tcW w:w="1037" w:type="dxa"/>
          </w:tcPr>
          <w:p w14:paraId="109A4FD9" w14:textId="19E7D490" w:rsidR="004D5AD8" w:rsidRPr="003F3CD0" w:rsidRDefault="004D5AD8" w:rsidP="003F3CD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август</w:t>
            </w:r>
          </w:p>
        </w:tc>
        <w:tc>
          <w:tcPr>
            <w:tcW w:w="1323" w:type="dxa"/>
          </w:tcPr>
          <w:p w14:paraId="0AF5F02F" w14:textId="77777777" w:rsidR="004D5AD8" w:rsidRPr="003F3CD0" w:rsidRDefault="004D5AD8" w:rsidP="003F3CD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D5AD8" w:rsidRPr="003F3CD0" w14:paraId="68D2A8C1" w14:textId="0772B228" w:rsidTr="004D5AD8">
        <w:trPr>
          <w:jc w:val="center"/>
        </w:trPr>
        <w:tc>
          <w:tcPr>
            <w:tcW w:w="535" w:type="dxa"/>
          </w:tcPr>
          <w:p w14:paraId="0D2BE1A0" w14:textId="2309624A" w:rsidR="004D5AD8" w:rsidRPr="003F3CD0" w:rsidRDefault="004D5A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741" w:type="dxa"/>
          </w:tcPr>
          <w:p w14:paraId="6684F23F" w14:textId="77777777" w:rsidR="004D5AD8" w:rsidRPr="003F3CD0" w:rsidRDefault="004D5AD8" w:rsidP="000917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3CD0">
              <w:rPr>
                <w:rFonts w:ascii="Times New Roman" w:hAnsi="Times New Roman" w:cs="Times New Roman"/>
                <w:sz w:val="28"/>
                <w:szCs w:val="28"/>
              </w:rPr>
              <w:t>Творческие проекты</w:t>
            </w:r>
          </w:p>
        </w:tc>
        <w:tc>
          <w:tcPr>
            <w:tcW w:w="1898" w:type="dxa"/>
          </w:tcPr>
          <w:p w14:paraId="154E5061" w14:textId="2DEA0CBD" w:rsidR="004D5AD8" w:rsidRPr="00C70AB4" w:rsidRDefault="00C70AB4" w:rsidP="000917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1035" w:type="dxa"/>
          </w:tcPr>
          <w:p w14:paraId="786E4585" w14:textId="0A3243BF" w:rsidR="004D5AD8" w:rsidRPr="003F3CD0" w:rsidRDefault="00A1019C" w:rsidP="006C28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  <w:r w:rsidR="006C280C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085" w:type="dxa"/>
          </w:tcPr>
          <w:p w14:paraId="5A0F6BE5" w14:textId="54BA7506" w:rsidR="004D5AD8" w:rsidRPr="003F3CD0" w:rsidRDefault="00A1019C" w:rsidP="006C28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="006C280C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037" w:type="dxa"/>
          </w:tcPr>
          <w:p w14:paraId="133DDCD8" w14:textId="37FCBB26" w:rsidR="004D5AD8" w:rsidRPr="003F3CD0" w:rsidRDefault="002C268F" w:rsidP="006C28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6C280C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323" w:type="dxa"/>
          </w:tcPr>
          <w:p w14:paraId="56296DC4" w14:textId="5D647346" w:rsidR="004D5AD8" w:rsidRPr="003F3CD0" w:rsidRDefault="002C268F" w:rsidP="003021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7900</w:t>
            </w:r>
          </w:p>
        </w:tc>
      </w:tr>
      <w:tr w:rsidR="004D5AD8" w:rsidRPr="003F3CD0" w14:paraId="62FC87C5" w14:textId="133F8BB0" w:rsidTr="004D5AD8">
        <w:trPr>
          <w:jc w:val="center"/>
        </w:trPr>
        <w:tc>
          <w:tcPr>
            <w:tcW w:w="535" w:type="dxa"/>
          </w:tcPr>
          <w:p w14:paraId="31FE7B3F" w14:textId="3A0C6FD3" w:rsidR="004D5AD8" w:rsidRPr="003F3CD0" w:rsidRDefault="004D5A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741" w:type="dxa"/>
          </w:tcPr>
          <w:p w14:paraId="396DE691" w14:textId="77777777" w:rsidR="004D5AD8" w:rsidRPr="003F3CD0" w:rsidRDefault="004D5AD8" w:rsidP="000917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3CD0">
              <w:rPr>
                <w:rFonts w:ascii="Times New Roman" w:hAnsi="Times New Roman" w:cs="Times New Roman"/>
                <w:sz w:val="28"/>
                <w:szCs w:val="28"/>
              </w:rPr>
              <w:t>Профильные смены</w:t>
            </w:r>
          </w:p>
        </w:tc>
        <w:tc>
          <w:tcPr>
            <w:tcW w:w="1898" w:type="dxa"/>
          </w:tcPr>
          <w:p w14:paraId="48332E34" w14:textId="5AE28F69" w:rsidR="004D5AD8" w:rsidRPr="0036364A" w:rsidRDefault="006C280C" w:rsidP="000917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</w:t>
            </w:r>
          </w:p>
        </w:tc>
        <w:tc>
          <w:tcPr>
            <w:tcW w:w="1035" w:type="dxa"/>
          </w:tcPr>
          <w:p w14:paraId="6E805F73" w14:textId="7C5ED638" w:rsidR="004D5AD8" w:rsidRPr="0036364A" w:rsidRDefault="0030210D" w:rsidP="004D5AD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120</w:t>
            </w:r>
          </w:p>
        </w:tc>
        <w:tc>
          <w:tcPr>
            <w:tcW w:w="1085" w:type="dxa"/>
          </w:tcPr>
          <w:p w14:paraId="33A26393" w14:textId="38E8C817" w:rsidR="004D5AD8" w:rsidRPr="0036364A" w:rsidRDefault="004D5AD8" w:rsidP="004D5AD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120</w:t>
            </w:r>
          </w:p>
        </w:tc>
        <w:tc>
          <w:tcPr>
            <w:tcW w:w="1037" w:type="dxa"/>
          </w:tcPr>
          <w:p w14:paraId="7D200BCB" w14:textId="5550DCD1" w:rsidR="004D5AD8" w:rsidRPr="0036364A" w:rsidRDefault="004D5AD8" w:rsidP="004D5AD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60</w:t>
            </w:r>
          </w:p>
        </w:tc>
        <w:tc>
          <w:tcPr>
            <w:tcW w:w="1323" w:type="dxa"/>
          </w:tcPr>
          <w:p w14:paraId="07DE8920" w14:textId="2297C0E7" w:rsidR="004D5AD8" w:rsidRPr="0036364A" w:rsidRDefault="0030210D" w:rsidP="000917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300</w:t>
            </w:r>
          </w:p>
        </w:tc>
      </w:tr>
      <w:tr w:rsidR="004D5AD8" w:rsidRPr="003F3CD0" w14:paraId="2302404F" w14:textId="7D6677A2" w:rsidTr="004D5AD8">
        <w:trPr>
          <w:jc w:val="center"/>
        </w:trPr>
        <w:tc>
          <w:tcPr>
            <w:tcW w:w="535" w:type="dxa"/>
          </w:tcPr>
          <w:p w14:paraId="3A1502D9" w14:textId="0A2ABB4F" w:rsidR="004D5AD8" w:rsidRPr="003F3CD0" w:rsidRDefault="004D5A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741" w:type="dxa"/>
          </w:tcPr>
          <w:p w14:paraId="4DDAA175" w14:textId="534B0D57" w:rsidR="004D5AD8" w:rsidRPr="003F3CD0" w:rsidRDefault="004B4140" w:rsidP="000917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Выездные школы</w:t>
            </w:r>
          </w:p>
        </w:tc>
        <w:tc>
          <w:tcPr>
            <w:tcW w:w="1898" w:type="dxa"/>
          </w:tcPr>
          <w:p w14:paraId="5770E7E2" w14:textId="77777777" w:rsidR="004D5AD8" w:rsidRPr="003F3CD0" w:rsidRDefault="004D5AD8" w:rsidP="000917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35" w:type="dxa"/>
          </w:tcPr>
          <w:p w14:paraId="217CB5E6" w14:textId="7515BB17" w:rsidR="004D5AD8" w:rsidRPr="003F3CD0" w:rsidRDefault="004D5AD8" w:rsidP="004D5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5" w:type="dxa"/>
          </w:tcPr>
          <w:p w14:paraId="3E670614" w14:textId="1A341C30" w:rsidR="004D5AD8" w:rsidRPr="003F3CD0" w:rsidRDefault="004D5AD8" w:rsidP="004D5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037" w:type="dxa"/>
          </w:tcPr>
          <w:p w14:paraId="00FDC674" w14:textId="5C2A243E" w:rsidR="004D5AD8" w:rsidRPr="003F3CD0" w:rsidRDefault="004D5AD8" w:rsidP="004D5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323" w:type="dxa"/>
          </w:tcPr>
          <w:p w14:paraId="5F088679" w14:textId="74392727" w:rsidR="004D5AD8" w:rsidRPr="003F3CD0" w:rsidRDefault="004D5AD8" w:rsidP="007502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</w:tr>
      <w:tr w:rsidR="004D5AD8" w:rsidRPr="003F3CD0" w14:paraId="7FBCD2C2" w14:textId="1E6613CF" w:rsidTr="004D5AD8">
        <w:trPr>
          <w:jc w:val="center"/>
        </w:trPr>
        <w:tc>
          <w:tcPr>
            <w:tcW w:w="535" w:type="dxa"/>
          </w:tcPr>
          <w:p w14:paraId="4D6D2C3E" w14:textId="77777777" w:rsidR="004D5AD8" w:rsidRPr="006C280C" w:rsidRDefault="004D5AD8" w:rsidP="006C280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41" w:type="dxa"/>
          </w:tcPr>
          <w:p w14:paraId="09EE6BF8" w14:textId="6248664F" w:rsidR="004D5AD8" w:rsidRPr="006C280C" w:rsidRDefault="004D5AD8" w:rsidP="006C280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280C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898" w:type="dxa"/>
          </w:tcPr>
          <w:p w14:paraId="1AB0B694" w14:textId="310663A6" w:rsidR="004D5AD8" w:rsidRPr="00C70AB4" w:rsidRDefault="00C70AB4" w:rsidP="006C280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19</w:t>
            </w:r>
          </w:p>
        </w:tc>
        <w:tc>
          <w:tcPr>
            <w:tcW w:w="1035" w:type="dxa"/>
          </w:tcPr>
          <w:p w14:paraId="08590910" w14:textId="75A47446" w:rsidR="004D5AD8" w:rsidRPr="006C280C" w:rsidRDefault="002C268F" w:rsidP="006C280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3720</w:t>
            </w:r>
          </w:p>
        </w:tc>
        <w:tc>
          <w:tcPr>
            <w:tcW w:w="1085" w:type="dxa"/>
          </w:tcPr>
          <w:p w14:paraId="652684E5" w14:textId="410D889B" w:rsidR="004D5AD8" w:rsidRPr="006C280C" w:rsidRDefault="002C268F" w:rsidP="006C280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2820</w:t>
            </w:r>
          </w:p>
        </w:tc>
        <w:tc>
          <w:tcPr>
            <w:tcW w:w="1037" w:type="dxa"/>
          </w:tcPr>
          <w:p w14:paraId="010CC298" w14:textId="3F3E80CB" w:rsidR="004D5AD8" w:rsidRPr="006C280C" w:rsidRDefault="002C268F" w:rsidP="006C280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1860</w:t>
            </w:r>
          </w:p>
        </w:tc>
        <w:tc>
          <w:tcPr>
            <w:tcW w:w="1323" w:type="dxa"/>
          </w:tcPr>
          <w:p w14:paraId="4D129CD4" w14:textId="34909189" w:rsidR="004D5AD8" w:rsidRPr="006C280C" w:rsidRDefault="002C268F" w:rsidP="006C280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84</w:t>
            </w:r>
            <w:r w:rsidR="006C280C" w:rsidRPr="006C280C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</w:tr>
    </w:tbl>
    <w:p w14:paraId="5D15075B" w14:textId="77777777" w:rsidR="006C280C" w:rsidRDefault="006C280C" w:rsidP="006C280C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6F573920" w14:textId="77777777" w:rsidR="00507139" w:rsidRDefault="00507139" w:rsidP="006C280C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00376063" w14:textId="77777777" w:rsidR="00507139" w:rsidRDefault="00507139" w:rsidP="006C280C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67796ED5" w14:textId="77777777" w:rsidR="00507139" w:rsidRDefault="00507139" w:rsidP="006C280C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23BC0EF8" w14:textId="77777777" w:rsidR="00507139" w:rsidRDefault="00507139" w:rsidP="00EF7739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60F45467" w14:textId="5556F166" w:rsidR="002029F0" w:rsidRPr="003F3CD0" w:rsidRDefault="00FF4FBE" w:rsidP="006C280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Летние </w:t>
      </w:r>
      <w:r w:rsidR="005F480E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C5364A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т</w:t>
      </w:r>
      <w:proofErr w:type="spellStart"/>
      <w:r w:rsidR="002029F0" w:rsidRPr="003F3CD0">
        <w:rPr>
          <w:rFonts w:ascii="Times New Roman" w:hAnsi="Times New Roman" w:cs="Times New Roman"/>
          <w:b/>
          <w:sz w:val="28"/>
          <w:szCs w:val="28"/>
        </w:rPr>
        <w:t>ворческие</w:t>
      </w:r>
      <w:proofErr w:type="spellEnd"/>
      <w:r w:rsidR="002029F0" w:rsidRPr="003F3CD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5364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029F0" w:rsidRPr="003F3CD0">
        <w:rPr>
          <w:rFonts w:ascii="Times New Roman" w:hAnsi="Times New Roman" w:cs="Times New Roman"/>
          <w:b/>
          <w:sz w:val="28"/>
          <w:szCs w:val="28"/>
        </w:rPr>
        <w:t>проекты</w:t>
      </w:r>
    </w:p>
    <w:tbl>
      <w:tblPr>
        <w:tblStyle w:val="a3"/>
        <w:tblW w:w="10489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702"/>
        <w:gridCol w:w="1984"/>
        <w:gridCol w:w="2694"/>
        <w:gridCol w:w="1559"/>
        <w:gridCol w:w="1559"/>
        <w:gridCol w:w="991"/>
      </w:tblGrid>
      <w:tr w:rsidR="00727894" w:rsidRPr="00DC6B35" w14:paraId="4FDDEBEA" w14:textId="77777777" w:rsidTr="00507139">
        <w:tc>
          <w:tcPr>
            <w:tcW w:w="1702" w:type="dxa"/>
          </w:tcPr>
          <w:p w14:paraId="1856E889" w14:textId="77777777" w:rsidR="002029F0" w:rsidRPr="00507139" w:rsidRDefault="002029F0" w:rsidP="00727894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507139">
              <w:rPr>
                <w:rFonts w:ascii="Times New Roman" w:hAnsi="Times New Roman" w:cs="Times New Roman"/>
                <w:b/>
                <w:szCs w:val="24"/>
              </w:rPr>
              <w:t>Форма организации деятельности</w:t>
            </w:r>
          </w:p>
        </w:tc>
        <w:tc>
          <w:tcPr>
            <w:tcW w:w="1984" w:type="dxa"/>
          </w:tcPr>
          <w:p w14:paraId="59237F93" w14:textId="77777777" w:rsidR="002029F0" w:rsidRPr="00507139" w:rsidRDefault="002029F0" w:rsidP="00727894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507139">
              <w:rPr>
                <w:rFonts w:ascii="Times New Roman" w:hAnsi="Times New Roman" w:cs="Times New Roman"/>
                <w:b/>
                <w:szCs w:val="24"/>
              </w:rPr>
              <w:t>Отдел ЦЗДТ</w:t>
            </w:r>
          </w:p>
        </w:tc>
        <w:tc>
          <w:tcPr>
            <w:tcW w:w="2694" w:type="dxa"/>
          </w:tcPr>
          <w:p w14:paraId="41E1FFE5" w14:textId="0D6BD9D1" w:rsidR="002029F0" w:rsidRPr="00507139" w:rsidRDefault="002C5383" w:rsidP="00727894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507139">
              <w:rPr>
                <w:rFonts w:ascii="Times New Roman" w:hAnsi="Times New Roman" w:cs="Times New Roman"/>
                <w:b/>
                <w:szCs w:val="24"/>
              </w:rPr>
              <w:t>Наименование мероприятия</w:t>
            </w:r>
          </w:p>
        </w:tc>
        <w:tc>
          <w:tcPr>
            <w:tcW w:w="1559" w:type="dxa"/>
          </w:tcPr>
          <w:p w14:paraId="3EC82FF3" w14:textId="77777777" w:rsidR="00727894" w:rsidRPr="00507139" w:rsidRDefault="00727894" w:rsidP="00727894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507139">
              <w:rPr>
                <w:rFonts w:ascii="Times New Roman" w:hAnsi="Times New Roman" w:cs="Times New Roman"/>
                <w:b/>
                <w:szCs w:val="24"/>
              </w:rPr>
              <w:t>Сроки</w:t>
            </w:r>
          </w:p>
          <w:p w14:paraId="1622D7B3" w14:textId="6A865718" w:rsidR="002029F0" w:rsidRPr="00507139" w:rsidRDefault="002C5383" w:rsidP="00727894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507139">
              <w:rPr>
                <w:rFonts w:ascii="Times New Roman" w:hAnsi="Times New Roman" w:cs="Times New Roman"/>
                <w:b/>
                <w:szCs w:val="24"/>
              </w:rPr>
              <w:t>проведения</w:t>
            </w:r>
          </w:p>
        </w:tc>
        <w:tc>
          <w:tcPr>
            <w:tcW w:w="1559" w:type="dxa"/>
          </w:tcPr>
          <w:p w14:paraId="51B9A9E5" w14:textId="77777777" w:rsidR="002029F0" w:rsidRPr="00507139" w:rsidRDefault="002029F0" w:rsidP="00727894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507139">
              <w:rPr>
                <w:rFonts w:ascii="Times New Roman" w:hAnsi="Times New Roman" w:cs="Times New Roman"/>
                <w:b/>
                <w:szCs w:val="24"/>
              </w:rPr>
              <w:t>Место проведения</w:t>
            </w:r>
          </w:p>
        </w:tc>
        <w:tc>
          <w:tcPr>
            <w:tcW w:w="991" w:type="dxa"/>
          </w:tcPr>
          <w:p w14:paraId="3A0EF27F" w14:textId="77777777" w:rsidR="002029F0" w:rsidRDefault="00507139" w:rsidP="00727894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Всего</w:t>
            </w:r>
          </w:p>
          <w:p w14:paraId="5AB7950D" w14:textId="6A79D51D" w:rsidR="00507139" w:rsidRPr="00507139" w:rsidRDefault="00507139" w:rsidP="00727894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(детей)</w:t>
            </w:r>
          </w:p>
        </w:tc>
      </w:tr>
      <w:tr w:rsidR="00965076" w:rsidRPr="00DC6B35" w14:paraId="54BBBB65" w14:textId="77777777" w:rsidTr="00507139">
        <w:tc>
          <w:tcPr>
            <w:tcW w:w="1702" w:type="dxa"/>
            <w:vMerge w:val="restart"/>
          </w:tcPr>
          <w:p w14:paraId="7FCE00AB" w14:textId="080791A0" w:rsidR="00965076" w:rsidRPr="00965076" w:rsidRDefault="00965076" w:rsidP="007278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5076">
              <w:rPr>
                <w:rFonts w:ascii="Times New Roman" w:hAnsi="Times New Roman" w:cs="Times New Roman"/>
                <w:b/>
                <w:sz w:val="24"/>
                <w:szCs w:val="24"/>
              </w:rPr>
              <w:t>Творческие проекты</w:t>
            </w:r>
          </w:p>
        </w:tc>
        <w:tc>
          <w:tcPr>
            <w:tcW w:w="1984" w:type="dxa"/>
          </w:tcPr>
          <w:p w14:paraId="54FAABA9" w14:textId="52A3A4D1" w:rsidR="00965076" w:rsidRPr="00DC6B35" w:rsidRDefault="00965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6B35">
              <w:rPr>
                <w:rFonts w:ascii="Times New Roman" w:hAnsi="Times New Roman" w:cs="Times New Roman"/>
                <w:sz w:val="24"/>
                <w:szCs w:val="24"/>
              </w:rPr>
              <w:t>Массовый</w:t>
            </w:r>
          </w:p>
          <w:p w14:paraId="1CFCA7E5" w14:textId="6AF6C89B" w:rsidR="00965076" w:rsidRPr="00DC6B35" w:rsidRDefault="00965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6B35">
              <w:rPr>
                <w:rFonts w:ascii="Times New Roman" w:hAnsi="Times New Roman" w:cs="Times New Roman"/>
                <w:sz w:val="24"/>
                <w:szCs w:val="24"/>
              </w:rPr>
              <w:t>отдел</w:t>
            </w:r>
          </w:p>
        </w:tc>
        <w:tc>
          <w:tcPr>
            <w:tcW w:w="2694" w:type="dxa"/>
          </w:tcPr>
          <w:p w14:paraId="228AC136" w14:textId="77777777" w:rsidR="00965076" w:rsidRDefault="00965076" w:rsidP="003815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DC6B35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МЕГА фестиваль</w:t>
            </w:r>
          </w:p>
          <w:p w14:paraId="4022F282" w14:textId="77777777" w:rsidR="00965076" w:rsidRDefault="00965076" w:rsidP="003815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DC6B35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«Ақ шағала»</w:t>
            </w:r>
          </w:p>
          <w:p w14:paraId="17BE406B" w14:textId="77777777" w:rsidR="00965076" w:rsidRPr="00AA0717" w:rsidRDefault="00965076" w:rsidP="003815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Cs w:val="24"/>
                <w:lang w:val="kk-KZ"/>
              </w:rPr>
              <w:t>т</w:t>
            </w:r>
            <w:r w:rsidRPr="00AA0717">
              <w:rPr>
                <w:rFonts w:ascii="Times New Roman" w:hAnsi="Times New Roman" w:cs="Times New Roman"/>
                <w:szCs w:val="24"/>
                <w:lang w:val="kk-KZ"/>
              </w:rPr>
              <w:t>ворческие конкурсы</w:t>
            </w:r>
            <w:bookmarkStart w:id="0" w:name="_GoBack"/>
            <w:bookmarkEnd w:id="0"/>
            <w:r w:rsidRPr="00AA0717">
              <w:rPr>
                <w:rFonts w:ascii="Times New Roman" w:hAnsi="Times New Roman" w:cs="Times New Roman"/>
                <w:szCs w:val="24"/>
                <w:lang w:val="kk-KZ"/>
              </w:rPr>
              <w:t xml:space="preserve"> по разным направлениям</w:t>
            </w:r>
          </w:p>
        </w:tc>
        <w:tc>
          <w:tcPr>
            <w:tcW w:w="1559" w:type="dxa"/>
          </w:tcPr>
          <w:p w14:paraId="78B9FE84" w14:textId="77777777" w:rsidR="00965076" w:rsidRPr="00DC6B35" w:rsidRDefault="00965076" w:rsidP="003815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B35">
              <w:rPr>
                <w:rFonts w:ascii="Times New Roman" w:hAnsi="Times New Roman" w:cs="Times New Roman"/>
                <w:sz w:val="24"/>
                <w:szCs w:val="24"/>
              </w:rPr>
              <w:t>Июнь-август</w:t>
            </w:r>
          </w:p>
        </w:tc>
        <w:tc>
          <w:tcPr>
            <w:tcW w:w="1559" w:type="dxa"/>
          </w:tcPr>
          <w:p w14:paraId="12661042" w14:textId="77777777" w:rsidR="00965076" w:rsidRPr="00DC6B35" w:rsidRDefault="00965076" w:rsidP="00A1316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DC6B35">
              <w:rPr>
                <w:rFonts w:ascii="Times New Roman" w:hAnsi="Times New Roman" w:cs="Times New Roman"/>
                <w:szCs w:val="24"/>
              </w:rPr>
              <w:t>Горсад</w:t>
            </w:r>
            <w:proofErr w:type="spellEnd"/>
          </w:p>
        </w:tc>
        <w:tc>
          <w:tcPr>
            <w:tcW w:w="991" w:type="dxa"/>
          </w:tcPr>
          <w:p w14:paraId="708A62A7" w14:textId="77777777" w:rsidR="00965076" w:rsidRPr="00DC6B35" w:rsidRDefault="00965076" w:rsidP="003815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B3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65076" w:rsidRPr="00DC6B35" w14:paraId="35A7AB99" w14:textId="77777777" w:rsidTr="00507139">
        <w:tc>
          <w:tcPr>
            <w:tcW w:w="1702" w:type="dxa"/>
            <w:vMerge/>
          </w:tcPr>
          <w:p w14:paraId="159ECFE5" w14:textId="77777777" w:rsidR="00965076" w:rsidRPr="00DC6B35" w:rsidRDefault="00965076" w:rsidP="007278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089A5112" w14:textId="77777777" w:rsidR="00965076" w:rsidRPr="00DC6B35" w:rsidRDefault="00965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14:paraId="23DE9A54" w14:textId="77777777" w:rsidR="00965076" w:rsidRDefault="00965076" w:rsidP="009447F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C6B35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«Ребята нашего двора»</w:t>
            </w:r>
          </w:p>
          <w:p w14:paraId="2DD33D6B" w14:textId="77777777" w:rsidR="00965076" w:rsidRPr="00DC6B35" w:rsidRDefault="00965076" w:rsidP="009447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Cs w:val="24"/>
                <w:lang w:val="kk-KZ"/>
              </w:rPr>
              <w:t>с</w:t>
            </w:r>
            <w:r w:rsidRPr="00697AFF">
              <w:rPr>
                <w:rFonts w:ascii="Times New Roman" w:hAnsi="Times New Roman" w:cs="Times New Roman"/>
                <w:szCs w:val="24"/>
                <w:lang w:val="kk-KZ"/>
              </w:rPr>
              <w:t>мотр-конкурс дворовых команд</w:t>
            </w:r>
          </w:p>
        </w:tc>
        <w:tc>
          <w:tcPr>
            <w:tcW w:w="1559" w:type="dxa"/>
          </w:tcPr>
          <w:p w14:paraId="1BE7EE7E" w14:textId="77777777" w:rsidR="00965076" w:rsidRPr="00DC6B35" w:rsidRDefault="00965076" w:rsidP="009447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B3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Апрель-сентябрь</w:t>
            </w:r>
          </w:p>
        </w:tc>
        <w:tc>
          <w:tcPr>
            <w:tcW w:w="1559" w:type="dxa"/>
          </w:tcPr>
          <w:p w14:paraId="2BB5093A" w14:textId="77777777" w:rsidR="00965076" w:rsidRPr="00DC6B35" w:rsidRDefault="00965076" w:rsidP="00A1316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DC6B35">
              <w:rPr>
                <w:rFonts w:ascii="Times New Roman" w:hAnsi="Times New Roman" w:cs="Times New Roman"/>
                <w:szCs w:val="24"/>
              </w:rPr>
              <w:t>Микрорайоны школ города</w:t>
            </w:r>
          </w:p>
        </w:tc>
        <w:tc>
          <w:tcPr>
            <w:tcW w:w="991" w:type="dxa"/>
          </w:tcPr>
          <w:p w14:paraId="5B2FCB6A" w14:textId="77777777" w:rsidR="00965076" w:rsidRPr="00DC6B35" w:rsidRDefault="00965076" w:rsidP="009447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B35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965076" w:rsidRPr="00DC6B35" w14:paraId="1EA040EA" w14:textId="77777777" w:rsidTr="00507139">
        <w:tc>
          <w:tcPr>
            <w:tcW w:w="1702" w:type="dxa"/>
            <w:vMerge/>
          </w:tcPr>
          <w:p w14:paraId="3592ADB9" w14:textId="77777777" w:rsidR="00965076" w:rsidRPr="00DC6B35" w:rsidRDefault="00965076" w:rsidP="007278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571F61DB" w14:textId="77777777" w:rsidR="00965076" w:rsidRPr="00DC6B35" w:rsidRDefault="00965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14:paraId="0C725B51" w14:textId="77777777" w:rsidR="00965076" w:rsidRPr="00DC6B35" w:rsidRDefault="00965076" w:rsidP="00DC43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B35">
              <w:rPr>
                <w:rFonts w:ascii="Times New Roman" w:hAnsi="Times New Roman" w:cs="Times New Roman"/>
                <w:b/>
                <w:sz w:val="24"/>
                <w:szCs w:val="24"/>
              </w:rPr>
              <w:t>«Летние чудеса»</w:t>
            </w:r>
          </w:p>
          <w:p w14:paraId="1A25FC4F" w14:textId="77777777" w:rsidR="00965076" w:rsidRPr="00697AFF" w:rsidRDefault="00965076" w:rsidP="00DC43F8">
            <w:pPr>
              <w:jc w:val="center"/>
              <w:rPr>
                <w:rFonts w:ascii="Times New Roman" w:hAnsi="Times New Roman" w:cs="Times New Roman"/>
                <w:szCs w:val="24"/>
                <w:lang w:val="kk-KZ"/>
              </w:rPr>
            </w:pPr>
            <w:r w:rsidRPr="00697AFF">
              <w:rPr>
                <w:rFonts w:ascii="Times New Roman" w:hAnsi="Times New Roman" w:cs="Times New Roman"/>
                <w:szCs w:val="24"/>
                <w:lang w:val="kk-KZ"/>
              </w:rPr>
              <w:t>Флеш моб</w:t>
            </w:r>
          </w:p>
          <w:p w14:paraId="3E4D19EC" w14:textId="77777777" w:rsidR="00965076" w:rsidRPr="00697AFF" w:rsidRDefault="00965076" w:rsidP="00DC43F8">
            <w:pPr>
              <w:jc w:val="center"/>
              <w:rPr>
                <w:rFonts w:ascii="Times New Roman" w:hAnsi="Times New Roman" w:cs="Times New Roman"/>
                <w:szCs w:val="24"/>
                <w:lang w:val="kk-KZ"/>
              </w:rPr>
            </w:pPr>
            <w:r w:rsidRPr="00697AFF">
              <w:rPr>
                <w:rFonts w:ascii="Times New Roman" w:hAnsi="Times New Roman" w:cs="Times New Roman"/>
                <w:szCs w:val="24"/>
                <w:lang w:val="kk-KZ"/>
              </w:rPr>
              <w:t>«Мелками на асфальте»</w:t>
            </w:r>
          </w:p>
          <w:p w14:paraId="2EE8478E" w14:textId="77777777" w:rsidR="00965076" w:rsidRPr="00697AFF" w:rsidRDefault="00965076" w:rsidP="00DC43F8">
            <w:pPr>
              <w:jc w:val="center"/>
              <w:rPr>
                <w:rFonts w:ascii="Times New Roman" w:hAnsi="Times New Roman" w:cs="Times New Roman"/>
                <w:szCs w:val="24"/>
                <w:lang w:val="kk-KZ"/>
              </w:rPr>
            </w:pPr>
            <w:r w:rsidRPr="00697AFF">
              <w:rPr>
                <w:rFonts w:ascii="Times New Roman" w:hAnsi="Times New Roman" w:cs="Times New Roman"/>
                <w:szCs w:val="24"/>
                <w:lang w:val="kk-KZ"/>
              </w:rPr>
              <w:t>«Иртышские дюны» ко</w:t>
            </w:r>
            <w:r>
              <w:rPr>
                <w:rFonts w:ascii="Times New Roman" w:hAnsi="Times New Roman" w:cs="Times New Roman"/>
                <w:szCs w:val="24"/>
                <w:lang w:val="kk-KZ"/>
              </w:rPr>
              <w:t xml:space="preserve">нкурс фигур </w:t>
            </w:r>
            <w:r w:rsidRPr="00697AFF">
              <w:rPr>
                <w:rFonts w:ascii="Times New Roman" w:hAnsi="Times New Roman" w:cs="Times New Roman"/>
                <w:szCs w:val="24"/>
                <w:lang w:val="kk-KZ"/>
              </w:rPr>
              <w:t>из песка</w:t>
            </w:r>
          </w:p>
          <w:p w14:paraId="200DDDBE" w14:textId="77777777" w:rsidR="00965076" w:rsidRPr="00697AFF" w:rsidRDefault="00965076" w:rsidP="00DC43F8">
            <w:pPr>
              <w:jc w:val="center"/>
              <w:rPr>
                <w:rFonts w:ascii="Times New Roman" w:hAnsi="Times New Roman" w:cs="Times New Roman"/>
                <w:szCs w:val="24"/>
                <w:lang w:val="kk-KZ"/>
              </w:rPr>
            </w:pPr>
            <w:r w:rsidRPr="00697AFF">
              <w:rPr>
                <w:rFonts w:ascii="Times New Roman" w:hAnsi="Times New Roman" w:cs="Times New Roman"/>
                <w:szCs w:val="24"/>
                <w:lang w:val="kk-KZ"/>
              </w:rPr>
              <w:t>Праздник воздушных шаров</w:t>
            </w:r>
          </w:p>
          <w:p w14:paraId="4F007C9E" w14:textId="77777777" w:rsidR="00965076" w:rsidRPr="00DC6B35" w:rsidRDefault="00965076" w:rsidP="00DC43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AFF">
              <w:rPr>
                <w:rFonts w:ascii="Times New Roman" w:hAnsi="Times New Roman" w:cs="Times New Roman"/>
                <w:szCs w:val="24"/>
                <w:lang w:val="kk-KZ"/>
              </w:rPr>
              <w:t>Игровая программа</w:t>
            </w:r>
          </w:p>
        </w:tc>
        <w:tc>
          <w:tcPr>
            <w:tcW w:w="1559" w:type="dxa"/>
          </w:tcPr>
          <w:p w14:paraId="60B994E2" w14:textId="77777777" w:rsidR="00965076" w:rsidRPr="00DC6B35" w:rsidRDefault="00965076" w:rsidP="00DC43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B3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Июнь-июль</w:t>
            </w:r>
          </w:p>
        </w:tc>
        <w:tc>
          <w:tcPr>
            <w:tcW w:w="1559" w:type="dxa"/>
          </w:tcPr>
          <w:p w14:paraId="4A9199FD" w14:textId="77777777" w:rsidR="00965076" w:rsidRPr="00DC6B35" w:rsidRDefault="00965076" w:rsidP="00A1316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DC6B35">
              <w:rPr>
                <w:rFonts w:ascii="Times New Roman" w:hAnsi="Times New Roman" w:cs="Times New Roman"/>
                <w:szCs w:val="24"/>
              </w:rPr>
              <w:t>Центральная Набережная</w:t>
            </w:r>
          </w:p>
        </w:tc>
        <w:tc>
          <w:tcPr>
            <w:tcW w:w="991" w:type="dxa"/>
          </w:tcPr>
          <w:p w14:paraId="4ECD4A5D" w14:textId="77777777" w:rsidR="00965076" w:rsidRPr="00DC6B35" w:rsidRDefault="00965076" w:rsidP="00DC43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DC6B35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  <w:p w14:paraId="34AAA841" w14:textId="77777777" w:rsidR="00965076" w:rsidRPr="00DC6B35" w:rsidRDefault="00965076" w:rsidP="00DC43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05909F" w14:textId="77777777" w:rsidR="00965076" w:rsidRPr="00DC6B35" w:rsidRDefault="00965076" w:rsidP="00DC43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89D06A" w14:textId="77777777" w:rsidR="00965076" w:rsidRPr="00DC6B35" w:rsidRDefault="00965076" w:rsidP="00DC43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0D7C9B" w14:textId="77777777" w:rsidR="00965076" w:rsidRPr="00DC6B35" w:rsidRDefault="00965076" w:rsidP="00DC43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71F0CB" w14:textId="77777777" w:rsidR="00965076" w:rsidRPr="00DC6B35" w:rsidRDefault="00965076" w:rsidP="00DC43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2F7537" w14:textId="77777777" w:rsidR="00965076" w:rsidRPr="00DC6B35" w:rsidRDefault="00965076" w:rsidP="00DC43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B06DCF" w14:textId="77777777" w:rsidR="00965076" w:rsidRPr="00DC6B35" w:rsidRDefault="00965076" w:rsidP="00DC43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5076" w:rsidRPr="00DC6B35" w14:paraId="0B424B3F" w14:textId="77777777" w:rsidTr="00507139">
        <w:tc>
          <w:tcPr>
            <w:tcW w:w="1702" w:type="dxa"/>
            <w:vMerge/>
          </w:tcPr>
          <w:p w14:paraId="7460563B" w14:textId="77777777" w:rsidR="00965076" w:rsidRPr="00DC6B35" w:rsidRDefault="00965076" w:rsidP="007278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2ED916C3" w14:textId="77777777" w:rsidR="00965076" w:rsidRPr="00DC6B35" w:rsidRDefault="00965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14:paraId="43083412" w14:textId="77777777" w:rsidR="009F7C19" w:rsidRDefault="00965076" w:rsidP="004D78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5076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Им стоит покло</w:t>
            </w:r>
            <w:r w:rsidRPr="00965076">
              <w:rPr>
                <w:rFonts w:ascii="Times New Roman" w:hAnsi="Times New Roman" w:cs="Times New Roman"/>
                <w:b/>
                <w:sz w:val="24"/>
                <w:szCs w:val="24"/>
              </w:rPr>
              <w:t>ниться»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</w:t>
            </w:r>
          </w:p>
          <w:p w14:paraId="0F6D1068" w14:textId="04827D97" w:rsidR="00965076" w:rsidRPr="00965076" w:rsidRDefault="00965076" w:rsidP="004D78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5076">
              <w:rPr>
                <w:rFonts w:ascii="Times New Roman" w:hAnsi="Times New Roman" w:cs="Times New Roman"/>
                <w:sz w:val="24"/>
                <w:szCs w:val="24"/>
              </w:rPr>
              <w:t>проект краеведения и патр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65076">
              <w:rPr>
                <w:rFonts w:ascii="Times New Roman" w:hAnsi="Times New Roman" w:cs="Times New Roman"/>
                <w:sz w:val="24"/>
                <w:szCs w:val="24"/>
              </w:rPr>
              <w:t>отизма</w:t>
            </w:r>
          </w:p>
        </w:tc>
        <w:tc>
          <w:tcPr>
            <w:tcW w:w="1559" w:type="dxa"/>
          </w:tcPr>
          <w:p w14:paraId="661B1176" w14:textId="1DD5CA15" w:rsidR="00965076" w:rsidRPr="00DC6B35" w:rsidRDefault="00965076" w:rsidP="004D7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B35">
              <w:rPr>
                <w:rFonts w:ascii="Times New Roman" w:hAnsi="Times New Roman" w:cs="Times New Roman"/>
                <w:sz w:val="24"/>
                <w:szCs w:val="24"/>
              </w:rPr>
              <w:t>Июнь-август</w:t>
            </w:r>
          </w:p>
        </w:tc>
        <w:tc>
          <w:tcPr>
            <w:tcW w:w="1559" w:type="dxa"/>
          </w:tcPr>
          <w:p w14:paraId="3779D819" w14:textId="1D18C281" w:rsidR="00965076" w:rsidRPr="00DC6B35" w:rsidRDefault="00965076" w:rsidP="00A1316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Учреждения города</w:t>
            </w:r>
          </w:p>
        </w:tc>
        <w:tc>
          <w:tcPr>
            <w:tcW w:w="991" w:type="dxa"/>
          </w:tcPr>
          <w:p w14:paraId="4863C876" w14:textId="59EA8EA0" w:rsidR="00965076" w:rsidRPr="00DC6B35" w:rsidRDefault="00965076" w:rsidP="009650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965076" w:rsidRPr="00DC6B35" w14:paraId="09426BA8" w14:textId="77777777" w:rsidTr="00507139">
        <w:tc>
          <w:tcPr>
            <w:tcW w:w="1702" w:type="dxa"/>
            <w:vMerge/>
          </w:tcPr>
          <w:p w14:paraId="3E563977" w14:textId="77777777" w:rsidR="00965076" w:rsidRPr="00DC6B35" w:rsidRDefault="00965076" w:rsidP="007278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0CE769B1" w14:textId="7D467A8D" w:rsidR="00965076" w:rsidRPr="00DC6B35" w:rsidRDefault="00965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6B35">
              <w:rPr>
                <w:rFonts w:ascii="Times New Roman" w:hAnsi="Times New Roman" w:cs="Times New Roman"/>
                <w:sz w:val="24"/>
                <w:szCs w:val="24"/>
              </w:rPr>
              <w:t>Отдел детских объединений</w:t>
            </w:r>
          </w:p>
        </w:tc>
        <w:tc>
          <w:tcPr>
            <w:tcW w:w="2694" w:type="dxa"/>
          </w:tcPr>
          <w:p w14:paraId="2097F97F" w14:textId="77777777" w:rsidR="00965076" w:rsidRPr="00DC6B35" w:rsidRDefault="00965076" w:rsidP="005071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DC6B35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«ЖАЗ </w:t>
            </w:r>
            <w:r w:rsidRPr="00DC6B3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C6B3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FANTASY</w:t>
            </w:r>
            <w:r w:rsidRPr="00DC6B35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»</w:t>
            </w:r>
          </w:p>
          <w:p w14:paraId="0C36A6F5" w14:textId="4F03848E" w:rsidR="00965076" w:rsidRPr="00DC6B35" w:rsidRDefault="00965076" w:rsidP="00507139">
            <w:pPr>
              <w:jc w:val="center"/>
              <w:rPr>
                <w:rFonts w:ascii="Times New Roman" w:hAnsi="Times New Roman" w:cs="Times New Roman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Cs w:val="24"/>
                <w:lang w:val="kk-KZ"/>
              </w:rPr>
              <w:t>с</w:t>
            </w:r>
            <w:r w:rsidRPr="00DC6B35">
              <w:rPr>
                <w:rFonts w:ascii="Times New Roman" w:hAnsi="Times New Roman" w:cs="Times New Roman"/>
                <w:szCs w:val="24"/>
                <w:lang w:val="kk-KZ"/>
              </w:rPr>
              <w:t>портивные,</w:t>
            </w:r>
          </w:p>
          <w:p w14:paraId="24CE6E83" w14:textId="3872E708" w:rsidR="00965076" w:rsidRPr="00DC6B35" w:rsidRDefault="00965076" w:rsidP="005071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B35">
              <w:rPr>
                <w:rFonts w:ascii="Times New Roman" w:hAnsi="Times New Roman" w:cs="Times New Roman"/>
                <w:szCs w:val="24"/>
                <w:lang w:val="kk-KZ"/>
              </w:rPr>
              <w:t>творческие мероприятия</w:t>
            </w:r>
            <w:r w:rsidRPr="00DC6B35">
              <w:rPr>
                <w:rFonts w:ascii="Times New Roman" w:hAnsi="Times New Roman" w:cs="Times New Roman"/>
                <w:szCs w:val="24"/>
              </w:rPr>
              <w:t xml:space="preserve">  для младших школьников</w:t>
            </w:r>
          </w:p>
        </w:tc>
        <w:tc>
          <w:tcPr>
            <w:tcW w:w="1559" w:type="dxa"/>
          </w:tcPr>
          <w:p w14:paraId="1E726ECF" w14:textId="7DB22347" w:rsidR="00965076" w:rsidRPr="00DC6B35" w:rsidRDefault="00965076" w:rsidP="00DC6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B3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Июль</w:t>
            </w:r>
          </w:p>
        </w:tc>
        <w:tc>
          <w:tcPr>
            <w:tcW w:w="1559" w:type="dxa"/>
          </w:tcPr>
          <w:p w14:paraId="2711BF29" w14:textId="0D271905" w:rsidR="00965076" w:rsidRPr="00DC6B35" w:rsidRDefault="00965076" w:rsidP="00A1316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DC6B35">
              <w:rPr>
                <w:rFonts w:ascii="Times New Roman" w:hAnsi="Times New Roman" w:cs="Times New Roman"/>
                <w:szCs w:val="24"/>
              </w:rPr>
              <w:t>Горсад</w:t>
            </w:r>
            <w:proofErr w:type="spellEnd"/>
          </w:p>
        </w:tc>
        <w:tc>
          <w:tcPr>
            <w:tcW w:w="991" w:type="dxa"/>
          </w:tcPr>
          <w:p w14:paraId="6EDF5811" w14:textId="0407A286" w:rsidR="00965076" w:rsidRPr="00DC6B35" w:rsidRDefault="00965076" w:rsidP="003021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B3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2C268F" w:rsidRPr="00DC6B35" w14:paraId="6279226E" w14:textId="77777777" w:rsidTr="00507139">
        <w:tc>
          <w:tcPr>
            <w:tcW w:w="1702" w:type="dxa"/>
            <w:vMerge/>
          </w:tcPr>
          <w:p w14:paraId="722C2D48" w14:textId="77777777" w:rsidR="002C268F" w:rsidRPr="00DC6B35" w:rsidRDefault="002C268F" w:rsidP="007278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23D20550" w14:textId="77777777" w:rsidR="002C268F" w:rsidRPr="00DC6B35" w:rsidRDefault="002C26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14:paraId="33602E89" w14:textId="2BC2C235" w:rsidR="002C268F" w:rsidRDefault="002C268F" w:rsidP="005071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</w:t>
            </w:r>
            <w:r w:rsidR="00EB7F0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Айшебер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» - </w:t>
            </w:r>
          </w:p>
          <w:p w14:paraId="4B22A61A" w14:textId="334A7595" w:rsidR="002C268F" w:rsidRPr="002C268F" w:rsidRDefault="002C268F" w:rsidP="005071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C268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социальный  проект для детей-инвалидов</w:t>
            </w:r>
          </w:p>
        </w:tc>
        <w:tc>
          <w:tcPr>
            <w:tcW w:w="1559" w:type="dxa"/>
          </w:tcPr>
          <w:p w14:paraId="0B4B1DB2" w14:textId="766E8D9B" w:rsidR="002C268F" w:rsidRPr="00DC6B35" w:rsidRDefault="002C268F" w:rsidP="00DC6B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C6B35">
              <w:rPr>
                <w:rFonts w:ascii="Times New Roman" w:hAnsi="Times New Roman" w:cs="Times New Roman"/>
                <w:sz w:val="24"/>
                <w:szCs w:val="24"/>
              </w:rPr>
              <w:t>Июнь-август</w:t>
            </w:r>
          </w:p>
        </w:tc>
        <w:tc>
          <w:tcPr>
            <w:tcW w:w="1559" w:type="dxa"/>
          </w:tcPr>
          <w:p w14:paraId="3BA4054C" w14:textId="77777777" w:rsidR="002C268F" w:rsidRPr="00DC6B35" w:rsidRDefault="002C268F" w:rsidP="00A1316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DC6B35">
              <w:rPr>
                <w:rFonts w:ascii="Times New Roman" w:hAnsi="Times New Roman" w:cs="Times New Roman"/>
                <w:szCs w:val="24"/>
              </w:rPr>
              <w:t>Горсад</w:t>
            </w:r>
            <w:proofErr w:type="spellEnd"/>
          </w:p>
        </w:tc>
        <w:tc>
          <w:tcPr>
            <w:tcW w:w="991" w:type="dxa"/>
          </w:tcPr>
          <w:p w14:paraId="4944763F" w14:textId="1E6C0F6D" w:rsidR="002C268F" w:rsidRPr="00DC6B35" w:rsidRDefault="002C268F" w:rsidP="003021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2C268F" w:rsidRPr="00DC6B35" w14:paraId="4C24F8E2" w14:textId="77777777" w:rsidTr="00507139">
        <w:tc>
          <w:tcPr>
            <w:tcW w:w="1702" w:type="dxa"/>
            <w:vMerge/>
          </w:tcPr>
          <w:p w14:paraId="5B3AB064" w14:textId="77777777" w:rsidR="002C268F" w:rsidRPr="00DC6B35" w:rsidRDefault="002C268F" w:rsidP="007278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758DC950" w14:textId="77777777" w:rsidR="002C268F" w:rsidRPr="00DC6B35" w:rsidRDefault="002C26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14:paraId="5B70EBDC" w14:textId="6273420F" w:rsidR="002C268F" w:rsidRPr="00DC6B35" w:rsidRDefault="002C268F" w:rsidP="005071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C6B35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«Путь к себе: шаг за шагом»</w:t>
            </w:r>
            <w:r w:rsidRPr="00DC6B3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</w:t>
            </w:r>
            <w:r w:rsidRPr="00DC6B35">
              <w:rPr>
                <w:rFonts w:ascii="Times New Roman" w:hAnsi="Times New Roman" w:cs="Times New Roman"/>
                <w:szCs w:val="24"/>
                <w:lang w:val="kk-KZ"/>
              </w:rPr>
              <w:t>спортивные мероприятия</w:t>
            </w:r>
          </w:p>
        </w:tc>
        <w:tc>
          <w:tcPr>
            <w:tcW w:w="1559" w:type="dxa"/>
          </w:tcPr>
          <w:p w14:paraId="1615430C" w14:textId="7ABA23FE" w:rsidR="002C268F" w:rsidRPr="00DC6B35" w:rsidRDefault="002C268F" w:rsidP="00DC6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B3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Июнь-август</w:t>
            </w:r>
          </w:p>
        </w:tc>
        <w:tc>
          <w:tcPr>
            <w:tcW w:w="1559" w:type="dxa"/>
          </w:tcPr>
          <w:p w14:paraId="48B9DAF5" w14:textId="1F93B716" w:rsidR="002C268F" w:rsidRPr="00DC6B35" w:rsidRDefault="002C268F" w:rsidP="00A1316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DC6B35">
              <w:rPr>
                <w:rFonts w:ascii="Times New Roman" w:hAnsi="Times New Roman" w:cs="Times New Roman"/>
                <w:szCs w:val="24"/>
              </w:rPr>
              <w:t>Спортивные площадки СОШ</w:t>
            </w:r>
          </w:p>
        </w:tc>
        <w:tc>
          <w:tcPr>
            <w:tcW w:w="991" w:type="dxa"/>
          </w:tcPr>
          <w:p w14:paraId="1D11BA4E" w14:textId="33F29CB0" w:rsidR="002C268F" w:rsidRPr="00DC6B35" w:rsidRDefault="002C268F" w:rsidP="003021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B35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2C268F" w:rsidRPr="00DC6B35" w14:paraId="3FE609DD" w14:textId="77777777" w:rsidTr="00507139">
        <w:tc>
          <w:tcPr>
            <w:tcW w:w="1702" w:type="dxa"/>
            <w:vMerge/>
          </w:tcPr>
          <w:p w14:paraId="30CC5DCA" w14:textId="77777777" w:rsidR="002C268F" w:rsidRPr="00DC6B35" w:rsidRDefault="002C268F" w:rsidP="007278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2B36D33E" w14:textId="77777777" w:rsidR="002C268F" w:rsidRPr="00DC6B35" w:rsidRDefault="002C26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14:paraId="5DD54BFE" w14:textId="6FE35B9F" w:rsidR="002C268F" w:rsidRDefault="002C268F" w:rsidP="005071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C6B35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«МЕ</w:t>
            </w:r>
            <w:r w:rsidRPr="00DC6B35">
              <w:rPr>
                <w:rFonts w:ascii="Times New Roman" w:hAnsi="Times New Roman" w:cs="Times New Roman"/>
                <w:b/>
                <w:sz w:val="24"/>
                <w:szCs w:val="24"/>
              </w:rPr>
              <w:t>ГА</w:t>
            </w:r>
            <w:proofErr w:type="spellStart"/>
            <w:r w:rsidRPr="00DC6B3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batll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DC6B35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»</w:t>
            </w:r>
          </w:p>
          <w:p w14:paraId="7152C896" w14:textId="5AD1304E" w:rsidR="002C268F" w:rsidRPr="00DC6B35" w:rsidRDefault="002C268F" w:rsidP="005071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C6B35">
              <w:rPr>
                <w:rFonts w:ascii="Times New Roman" w:hAnsi="Times New Roman" w:cs="Times New Roman"/>
                <w:szCs w:val="24"/>
                <w:lang w:val="kk-KZ"/>
              </w:rPr>
              <w:t>фестиваль неформальных объединений</w:t>
            </w:r>
          </w:p>
        </w:tc>
        <w:tc>
          <w:tcPr>
            <w:tcW w:w="1559" w:type="dxa"/>
          </w:tcPr>
          <w:p w14:paraId="0FE6253F" w14:textId="77B791AA" w:rsidR="002C268F" w:rsidRPr="00DC6B35" w:rsidRDefault="002C268F" w:rsidP="00DC6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B35"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1559" w:type="dxa"/>
          </w:tcPr>
          <w:p w14:paraId="00E395E5" w14:textId="77777777" w:rsidR="002C268F" w:rsidRPr="00DC6B35" w:rsidRDefault="002C268F" w:rsidP="00A1316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DC6B35">
              <w:rPr>
                <w:rFonts w:ascii="Times New Roman" w:hAnsi="Times New Roman" w:cs="Times New Roman"/>
                <w:szCs w:val="24"/>
              </w:rPr>
              <w:t>Горсад</w:t>
            </w:r>
            <w:proofErr w:type="spellEnd"/>
            <w:r w:rsidRPr="00DC6B35">
              <w:rPr>
                <w:rFonts w:ascii="Times New Roman" w:hAnsi="Times New Roman" w:cs="Times New Roman"/>
                <w:szCs w:val="24"/>
              </w:rPr>
              <w:t>,</w:t>
            </w:r>
          </w:p>
          <w:p w14:paraId="0B2F9404" w14:textId="5A0DB113" w:rsidR="002C268F" w:rsidRPr="00DC6B35" w:rsidRDefault="002C268F" w:rsidP="00A1316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DC6B35">
              <w:rPr>
                <w:rFonts w:ascii="Times New Roman" w:hAnsi="Times New Roman" w:cs="Times New Roman"/>
                <w:szCs w:val="24"/>
              </w:rPr>
              <w:t>Центральная Набережная</w:t>
            </w:r>
          </w:p>
        </w:tc>
        <w:tc>
          <w:tcPr>
            <w:tcW w:w="991" w:type="dxa"/>
          </w:tcPr>
          <w:p w14:paraId="3B4E24C9" w14:textId="7D71D3A4" w:rsidR="002C268F" w:rsidRPr="00DC6B35" w:rsidRDefault="002C268F" w:rsidP="003021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B35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2C268F" w:rsidRPr="00DC6B35" w14:paraId="2BB06DA6" w14:textId="77777777" w:rsidTr="00507139">
        <w:tc>
          <w:tcPr>
            <w:tcW w:w="1702" w:type="dxa"/>
            <w:vMerge/>
          </w:tcPr>
          <w:p w14:paraId="31406ACE" w14:textId="35FA2FEF" w:rsidR="002C268F" w:rsidRPr="00DC6B35" w:rsidRDefault="002C268F" w:rsidP="007278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0F4E3668" w14:textId="77777777" w:rsidR="002C268F" w:rsidRPr="00DC6B35" w:rsidRDefault="002C26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14:paraId="2B15FAD2" w14:textId="57ED4E1A" w:rsidR="002C268F" w:rsidRPr="0030210D" w:rsidRDefault="002C268F" w:rsidP="00AA0717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30210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</w:t>
            </w:r>
            <w:proofErr w:type="spellStart"/>
            <w:r w:rsidRPr="0030210D">
              <w:rPr>
                <w:rFonts w:ascii="Times New Roman" w:hAnsi="Times New Roman" w:cs="Times New Roman"/>
                <w:b/>
                <w:sz w:val="24"/>
                <w:szCs w:val="24"/>
              </w:rPr>
              <w:t>Спорттык</w:t>
            </w:r>
            <w:proofErr w:type="spellEnd"/>
            <w:r w:rsidRPr="003021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0210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МӘРЕ»</w:t>
            </w:r>
          </w:p>
          <w:p w14:paraId="5C6834AA" w14:textId="77777777" w:rsidR="002C268F" w:rsidRDefault="002C268F" w:rsidP="00507139">
            <w:pPr>
              <w:jc w:val="center"/>
              <w:rPr>
                <w:rFonts w:ascii="Times New Roman" w:hAnsi="Times New Roman" w:cs="Times New Roman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Cs w:val="24"/>
                <w:lang w:val="kk-KZ"/>
              </w:rPr>
              <w:t>с</w:t>
            </w:r>
            <w:r w:rsidRPr="00DC6B35">
              <w:rPr>
                <w:rFonts w:ascii="Times New Roman" w:hAnsi="Times New Roman" w:cs="Times New Roman"/>
                <w:szCs w:val="24"/>
                <w:lang w:val="kk-KZ"/>
              </w:rPr>
              <w:t>оревнования по различным видам спорта</w:t>
            </w:r>
          </w:p>
          <w:p w14:paraId="4689F7E4" w14:textId="24B9483C" w:rsidR="00347A58" w:rsidRPr="00DC6B35" w:rsidRDefault="00347A58" w:rsidP="005071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Cs w:val="24"/>
                <w:lang w:val="kk-KZ"/>
              </w:rPr>
              <w:t>Школьная волейбольная Лига</w:t>
            </w:r>
          </w:p>
        </w:tc>
        <w:tc>
          <w:tcPr>
            <w:tcW w:w="1559" w:type="dxa"/>
          </w:tcPr>
          <w:p w14:paraId="35F7C3F0" w14:textId="62A2D949" w:rsidR="002C268F" w:rsidRPr="00DC6B35" w:rsidRDefault="002C268F" w:rsidP="00DC6B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C6B35">
              <w:rPr>
                <w:rFonts w:ascii="Times New Roman" w:hAnsi="Times New Roman" w:cs="Times New Roman"/>
                <w:sz w:val="24"/>
                <w:szCs w:val="24"/>
              </w:rPr>
              <w:t>Июнь-август</w:t>
            </w:r>
          </w:p>
        </w:tc>
        <w:tc>
          <w:tcPr>
            <w:tcW w:w="1559" w:type="dxa"/>
          </w:tcPr>
          <w:p w14:paraId="7D24AD6B" w14:textId="462A2585" w:rsidR="002C268F" w:rsidRPr="00DC6B35" w:rsidRDefault="002C268F" w:rsidP="00A1316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DC6B35">
              <w:rPr>
                <w:rFonts w:ascii="Times New Roman" w:hAnsi="Times New Roman" w:cs="Times New Roman"/>
                <w:szCs w:val="24"/>
              </w:rPr>
              <w:t>Спортплощадки СОШ</w:t>
            </w:r>
          </w:p>
        </w:tc>
        <w:tc>
          <w:tcPr>
            <w:tcW w:w="991" w:type="dxa"/>
          </w:tcPr>
          <w:p w14:paraId="031DDCE8" w14:textId="5D94BD99" w:rsidR="002C268F" w:rsidRPr="00DC6B35" w:rsidRDefault="002C268F" w:rsidP="003021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550</w:t>
            </w:r>
          </w:p>
        </w:tc>
      </w:tr>
      <w:tr w:rsidR="002C268F" w:rsidRPr="00DC6B35" w14:paraId="3A7F300A" w14:textId="77777777" w:rsidTr="00507139">
        <w:tc>
          <w:tcPr>
            <w:tcW w:w="1702" w:type="dxa"/>
            <w:vMerge/>
          </w:tcPr>
          <w:p w14:paraId="16EE6F18" w14:textId="77777777" w:rsidR="002C268F" w:rsidRPr="00DC6B35" w:rsidRDefault="002C268F" w:rsidP="007278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5428B8D2" w14:textId="238C393B" w:rsidR="002C268F" w:rsidRPr="00DC6B35" w:rsidRDefault="002C26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6B35">
              <w:rPr>
                <w:rFonts w:ascii="Times New Roman" w:hAnsi="Times New Roman" w:cs="Times New Roman"/>
                <w:sz w:val="24"/>
                <w:szCs w:val="24"/>
              </w:rPr>
              <w:t>Отдел мониторинга и занятости</w:t>
            </w:r>
          </w:p>
        </w:tc>
        <w:tc>
          <w:tcPr>
            <w:tcW w:w="2694" w:type="dxa"/>
          </w:tcPr>
          <w:p w14:paraId="557C4634" w14:textId="77777777" w:rsidR="002C268F" w:rsidRPr="00DC6B35" w:rsidRDefault="002C268F" w:rsidP="005071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DC6B35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«Дос</w:t>
            </w:r>
            <w:r w:rsidRPr="00DC6B3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STAR</w:t>
            </w:r>
            <w:r w:rsidRPr="00DC6B35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Pr="00DC6B35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»</w:t>
            </w:r>
          </w:p>
          <w:p w14:paraId="3947269B" w14:textId="39D3FB5F" w:rsidR="002C268F" w:rsidRPr="00DC6B35" w:rsidRDefault="002C268F" w:rsidP="005071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Cs w:val="24"/>
                <w:lang w:val="kk-KZ"/>
              </w:rPr>
              <w:t>и</w:t>
            </w:r>
            <w:r w:rsidRPr="00DC6B35">
              <w:rPr>
                <w:rFonts w:ascii="Times New Roman" w:hAnsi="Times New Roman" w:cs="Times New Roman"/>
                <w:szCs w:val="24"/>
                <w:lang w:val="kk-KZ"/>
              </w:rPr>
              <w:t>гровые программы             в микрорайонах города</w:t>
            </w:r>
          </w:p>
        </w:tc>
        <w:tc>
          <w:tcPr>
            <w:tcW w:w="1559" w:type="dxa"/>
          </w:tcPr>
          <w:p w14:paraId="79A0EBBC" w14:textId="6828529E" w:rsidR="002C268F" w:rsidRPr="00DC6B35" w:rsidRDefault="002C268F" w:rsidP="00DC6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B3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Июнь-август</w:t>
            </w:r>
          </w:p>
        </w:tc>
        <w:tc>
          <w:tcPr>
            <w:tcW w:w="1559" w:type="dxa"/>
          </w:tcPr>
          <w:p w14:paraId="2D808CED" w14:textId="0E38078B" w:rsidR="002C268F" w:rsidRPr="00DC6B35" w:rsidRDefault="002C268F" w:rsidP="00A1316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DC6B35">
              <w:rPr>
                <w:rFonts w:ascii="Times New Roman" w:hAnsi="Times New Roman" w:cs="Times New Roman"/>
                <w:szCs w:val="24"/>
              </w:rPr>
              <w:t>Микрорайоны СОШ</w:t>
            </w:r>
          </w:p>
        </w:tc>
        <w:tc>
          <w:tcPr>
            <w:tcW w:w="991" w:type="dxa"/>
          </w:tcPr>
          <w:p w14:paraId="37AB1CDE" w14:textId="1624B768" w:rsidR="002C268F" w:rsidRPr="00DC6B35" w:rsidRDefault="002C268F" w:rsidP="003021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  <w:r w:rsidRPr="00DC6B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C268F" w:rsidRPr="00DC6B35" w14:paraId="4991569A" w14:textId="77777777" w:rsidTr="00507139">
        <w:tc>
          <w:tcPr>
            <w:tcW w:w="1702" w:type="dxa"/>
            <w:vMerge/>
          </w:tcPr>
          <w:p w14:paraId="75593267" w14:textId="77777777" w:rsidR="002C268F" w:rsidRPr="00DC6B35" w:rsidRDefault="002C268F" w:rsidP="007278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79EFA2FC" w14:textId="419DD42F" w:rsidR="002C268F" w:rsidRPr="00DC6B35" w:rsidRDefault="002C26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6B35">
              <w:rPr>
                <w:rFonts w:ascii="Times New Roman" w:hAnsi="Times New Roman" w:cs="Times New Roman"/>
                <w:sz w:val="24"/>
                <w:szCs w:val="24"/>
              </w:rPr>
              <w:t>Методический отдел</w:t>
            </w:r>
          </w:p>
        </w:tc>
        <w:tc>
          <w:tcPr>
            <w:tcW w:w="2694" w:type="dxa"/>
          </w:tcPr>
          <w:p w14:paraId="263702CB" w14:textId="7B22BD4E" w:rsidR="002C268F" w:rsidRDefault="002C268F" w:rsidP="005071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C6B35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«Керемет»</w:t>
            </w:r>
          </w:p>
          <w:p w14:paraId="794C8A44" w14:textId="262DDCC8" w:rsidR="002C268F" w:rsidRPr="00DC6B35" w:rsidRDefault="002C268F" w:rsidP="005071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Cs w:val="24"/>
                <w:lang w:val="kk-KZ"/>
              </w:rPr>
              <w:t>т</w:t>
            </w:r>
            <w:r w:rsidRPr="00DC6B35">
              <w:rPr>
                <w:rFonts w:ascii="Times New Roman" w:hAnsi="Times New Roman" w:cs="Times New Roman"/>
                <w:szCs w:val="24"/>
                <w:lang w:val="kk-KZ"/>
              </w:rPr>
              <w:t>ематические конкурсные мероприятия</w:t>
            </w:r>
          </w:p>
        </w:tc>
        <w:tc>
          <w:tcPr>
            <w:tcW w:w="1559" w:type="dxa"/>
          </w:tcPr>
          <w:p w14:paraId="08614220" w14:textId="1B3E2FDB" w:rsidR="002C268F" w:rsidRPr="00DC6B35" w:rsidRDefault="002C268F" w:rsidP="00DC6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B3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июль</w:t>
            </w:r>
          </w:p>
        </w:tc>
        <w:tc>
          <w:tcPr>
            <w:tcW w:w="1559" w:type="dxa"/>
          </w:tcPr>
          <w:p w14:paraId="16327D00" w14:textId="168607E3" w:rsidR="002C268F" w:rsidRPr="00DC6B35" w:rsidRDefault="002C268F" w:rsidP="00A1316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DC6B35">
              <w:rPr>
                <w:rFonts w:ascii="Times New Roman" w:hAnsi="Times New Roman" w:cs="Times New Roman"/>
                <w:szCs w:val="24"/>
              </w:rPr>
              <w:t>Горсад</w:t>
            </w:r>
            <w:proofErr w:type="spellEnd"/>
          </w:p>
        </w:tc>
        <w:tc>
          <w:tcPr>
            <w:tcW w:w="991" w:type="dxa"/>
          </w:tcPr>
          <w:p w14:paraId="29F22565" w14:textId="6DF65714" w:rsidR="002C268F" w:rsidRPr="00DC6B35" w:rsidRDefault="002C268F" w:rsidP="003021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B35">
              <w:rPr>
                <w:rFonts w:ascii="Times New Roman" w:hAnsi="Times New Roman" w:cs="Times New Roman"/>
                <w:sz w:val="24"/>
                <w:szCs w:val="24"/>
              </w:rPr>
              <w:t>1300</w:t>
            </w:r>
          </w:p>
        </w:tc>
      </w:tr>
      <w:tr w:rsidR="002C268F" w:rsidRPr="00DC6B35" w14:paraId="1A220207" w14:textId="77777777" w:rsidTr="00507139">
        <w:tc>
          <w:tcPr>
            <w:tcW w:w="1702" w:type="dxa"/>
            <w:vMerge/>
          </w:tcPr>
          <w:p w14:paraId="36900216" w14:textId="77777777" w:rsidR="002C268F" w:rsidRPr="00DC6B35" w:rsidRDefault="002C268F" w:rsidP="007278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7270574F" w14:textId="77777777" w:rsidR="002C268F" w:rsidRPr="00DC6B35" w:rsidRDefault="002C268F" w:rsidP="006155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6B35">
              <w:rPr>
                <w:rFonts w:ascii="Times New Roman" w:hAnsi="Times New Roman" w:cs="Times New Roman"/>
                <w:sz w:val="24"/>
                <w:szCs w:val="24"/>
              </w:rPr>
              <w:t>Все отделы</w:t>
            </w:r>
          </w:p>
        </w:tc>
        <w:tc>
          <w:tcPr>
            <w:tcW w:w="2694" w:type="dxa"/>
          </w:tcPr>
          <w:p w14:paraId="70B1D2D4" w14:textId="7A4490B1" w:rsidR="002C268F" w:rsidRDefault="002C268F" w:rsidP="005071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10D">
              <w:rPr>
                <w:rFonts w:ascii="Times New Roman" w:hAnsi="Times New Roman" w:cs="Times New Roman"/>
                <w:sz w:val="24"/>
                <w:szCs w:val="24"/>
              </w:rPr>
              <w:t xml:space="preserve">Городские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210D">
              <w:rPr>
                <w:rFonts w:ascii="Times New Roman" w:hAnsi="Times New Roman" w:cs="Times New Roman"/>
                <w:sz w:val="24"/>
                <w:szCs w:val="24"/>
              </w:rPr>
              <w:t>массовые мероприятия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79F763D3" w14:textId="28E14556" w:rsidR="002C268F" w:rsidRPr="0030210D" w:rsidRDefault="002C268F" w:rsidP="005071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посвященные  </w:t>
            </w:r>
            <w:r w:rsidRPr="0030210D">
              <w:rPr>
                <w:rFonts w:ascii="Times New Roman" w:hAnsi="Times New Roman" w:cs="Times New Roman"/>
                <w:sz w:val="24"/>
                <w:szCs w:val="24"/>
              </w:rPr>
              <w:t xml:space="preserve">Дню защиты детей, Дню Столицы, Дню города, </w:t>
            </w:r>
            <w:r w:rsidRPr="003021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Дню Конституции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РК.</w:t>
            </w:r>
          </w:p>
        </w:tc>
        <w:tc>
          <w:tcPr>
            <w:tcW w:w="1559" w:type="dxa"/>
          </w:tcPr>
          <w:p w14:paraId="22BD94E2" w14:textId="56CA98F5" w:rsidR="002C268F" w:rsidRPr="00DC6B35" w:rsidRDefault="002C268F" w:rsidP="00DC6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Июнь-август</w:t>
            </w:r>
          </w:p>
        </w:tc>
        <w:tc>
          <w:tcPr>
            <w:tcW w:w="1559" w:type="dxa"/>
          </w:tcPr>
          <w:p w14:paraId="5E05660F" w14:textId="355ADFB2" w:rsidR="002C268F" w:rsidRPr="00DC6B35" w:rsidRDefault="002C268F" w:rsidP="00A131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Центральная площадь</w:t>
            </w:r>
          </w:p>
        </w:tc>
        <w:tc>
          <w:tcPr>
            <w:tcW w:w="991" w:type="dxa"/>
          </w:tcPr>
          <w:p w14:paraId="102943FD" w14:textId="336FDF1F" w:rsidR="002C268F" w:rsidRPr="00DC6B35" w:rsidRDefault="002C268F" w:rsidP="003021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2C268F" w:rsidRPr="00DC6B35" w14:paraId="76A55BB8" w14:textId="77777777" w:rsidTr="00507139">
        <w:tc>
          <w:tcPr>
            <w:tcW w:w="1702" w:type="dxa"/>
          </w:tcPr>
          <w:p w14:paraId="5A14E4FA" w14:textId="77777777" w:rsidR="002C268F" w:rsidRPr="00DC6B35" w:rsidRDefault="002C268F" w:rsidP="007278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2AC59473" w14:textId="77777777" w:rsidR="002C268F" w:rsidRPr="00DC6B35" w:rsidRDefault="002C268F" w:rsidP="003805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6B35">
              <w:rPr>
                <w:rFonts w:ascii="Times New Roman" w:hAnsi="Times New Roman" w:cs="Times New Roman"/>
                <w:sz w:val="24"/>
                <w:szCs w:val="24"/>
              </w:rPr>
              <w:t>Все отделы</w:t>
            </w:r>
          </w:p>
        </w:tc>
        <w:tc>
          <w:tcPr>
            <w:tcW w:w="2694" w:type="dxa"/>
          </w:tcPr>
          <w:p w14:paraId="389DDC6A" w14:textId="3A055D9F" w:rsidR="002C268F" w:rsidRPr="00507139" w:rsidRDefault="002C268F" w:rsidP="005071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7139">
              <w:rPr>
                <w:rFonts w:ascii="Times New Roman" w:hAnsi="Times New Roman" w:cs="Times New Roman"/>
                <w:b/>
                <w:sz w:val="24"/>
                <w:szCs w:val="24"/>
              </w:rPr>
              <w:t>«Сотрудничество без соперничества» -</w:t>
            </w:r>
          </w:p>
          <w:p w14:paraId="78DCCE86" w14:textId="3ABB2EF6" w:rsidR="002C268F" w:rsidRPr="00507139" w:rsidRDefault="002C268F" w:rsidP="005071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7139">
              <w:rPr>
                <w:rFonts w:ascii="Times New Roman" w:hAnsi="Times New Roman" w:cs="Times New Roman"/>
                <w:sz w:val="24"/>
                <w:szCs w:val="24"/>
              </w:rPr>
              <w:t>реализация договоров сотрудничества с заинтересованными учреждениями</w:t>
            </w:r>
          </w:p>
        </w:tc>
        <w:tc>
          <w:tcPr>
            <w:tcW w:w="1559" w:type="dxa"/>
          </w:tcPr>
          <w:p w14:paraId="49EBE736" w14:textId="77777777" w:rsidR="002C268F" w:rsidRPr="00DC6B35" w:rsidRDefault="002C268F" w:rsidP="003805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B35">
              <w:rPr>
                <w:rFonts w:ascii="Times New Roman" w:hAnsi="Times New Roman" w:cs="Times New Roman"/>
                <w:sz w:val="24"/>
                <w:szCs w:val="24"/>
              </w:rPr>
              <w:t>Июнь-август</w:t>
            </w:r>
          </w:p>
        </w:tc>
        <w:tc>
          <w:tcPr>
            <w:tcW w:w="1559" w:type="dxa"/>
          </w:tcPr>
          <w:p w14:paraId="7A11D842" w14:textId="77777777" w:rsidR="002C268F" w:rsidRPr="00DC6B35" w:rsidRDefault="002C268F" w:rsidP="00A131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14:paraId="19A24D6C" w14:textId="77777777" w:rsidR="002C268F" w:rsidRPr="00DC6B35" w:rsidRDefault="002C268F" w:rsidP="003805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268F" w:rsidRPr="00507139" w14:paraId="6BF0C3A2" w14:textId="77777777" w:rsidTr="00507139">
        <w:tc>
          <w:tcPr>
            <w:tcW w:w="1702" w:type="dxa"/>
          </w:tcPr>
          <w:p w14:paraId="0737DFB7" w14:textId="77777777" w:rsidR="002C268F" w:rsidRPr="00507139" w:rsidRDefault="002C268F" w:rsidP="007278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14:paraId="058E231C" w14:textId="6EB45DF8" w:rsidR="002C268F" w:rsidRPr="00507139" w:rsidRDefault="002C268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</w:tcPr>
          <w:p w14:paraId="38E5A26B" w14:textId="65CF75CF" w:rsidR="002C268F" w:rsidRPr="00507139" w:rsidRDefault="002C268F" w:rsidP="005071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7139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559" w:type="dxa"/>
          </w:tcPr>
          <w:p w14:paraId="5C94B404" w14:textId="15DE924B" w:rsidR="002C268F" w:rsidRPr="00507139" w:rsidRDefault="002C268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4FCAF2CA" w14:textId="77777777" w:rsidR="002C268F" w:rsidRPr="00507139" w:rsidRDefault="002C268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1" w:type="dxa"/>
          </w:tcPr>
          <w:p w14:paraId="37D11A75" w14:textId="40B508B5" w:rsidR="002C268F" w:rsidRPr="00507139" w:rsidRDefault="002C268F" w:rsidP="003021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79</w:t>
            </w:r>
            <w:r w:rsidRPr="005071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00</w:t>
            </w:r>
          </w:p>
        </w:tc>
      </w:tr>
    </w:tbl>
    <w:p w14:paraId="2A3CA3BE" w14:textId="77777777" w:rsidR="00C47171" w:rsidRDefault="00C47171" w:rsidP="00727894">
      <w:pPr>
        <w:rPr>
          <w:rFonts w:ascii="Times New Roman" w:hAnsi="Times New Roman" w:cs="Times New Roman"/>
          <w:b/>
          <w:sz w:val="28"/>
        </w:rPr>
      </w:pPr>
    </w:p>
    <w:p w14:paraId="5EF1B7B6" w14:textId="77777777" w:rsidR="00507139" w:rsidRPr="00507139" w:rsidRDefault="00507139" w:rsidP="00727894">
      <w:pPr>
        <w:rPr>
          <w:rFonts w:ascii="Times New Roman" w:hAnsi="Times New Roman" w:cs="Times New Roman"/>
          <w:b/>
          <w:sz w:val="28"/>
        </w:rPr>
      </w:pPr>
    </w:p>
    <w:p w14:paraId="7B55C038" w14:textId="77777777" w:rsidR="00507139" w:rsidRDefault="00507139" w:rsidP="00DE0218">
      <w:pPr>
        <w:jc w:val="center"/>
        <w:rPr>
          <w:rFonts w:ascii="Times New Roman" w:hAnsi="Times New Roman" w:cs="Times New Roman"/>
          <w:b/>
          <w:sz w:val="28"/>
        </w:rPr>
      </w:pPr>
    </w:p>
    <w:p w14:paraId="74007789" w14:textId="713841CF" w:rsidR="002C5383" w:rsidRPr="003F3CD0" w:rsidRDefault="003F3CD0" w:rsidP="00DE0218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Летние п</w:t>
      </w:r>
      <w:r w:rsidR="002C5383" w:rsidRPr="003F3CD0">
        <w:rPr>
          <w:rFonts w:ascii="Times New Roman" w:hAnsi="Times New Roman" w:cs="Times New Roman"/>
          <w:b/>
          <w:sz w:val="28"/>
        </w:rPr>
        <w:t>рофильные смены</w:t>
      </w:r>
      <w:r w:rsidRPr="003F3CD0">
        <w:rPr>
          <w:rFonts w:ascii="Times New Roman" w:hAnsi="Times New Roman" w:cs="Times New Roman"/>
          <w:b/>
          <w:sz w:val="28"/>
        </w:rPr>
        <w:t xml:space="preserve"> ЦЗДТ</w:t>
      </w:r>
    </w:p>
    <w:tbl>
      <w:tblPr>
        <w:tblStyle w:val="a3"/>
        <w:tblW w:w="1034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701"/>
        <w:gridCol w:w="1985"/>
        <w:gridCol w:w="1984"/>
        <w:gridCol w:w="1134"/>
        <w:gridCol w:w="852"/>
        <w:gridCol w:w="1276"/>
        <w:gridCol w:w="1416"/>
      </w:tblGrid>
      <w:tr w:rsidR="0036364A" w:rsidRPr="003F3CD0" w14:paraId="35DC00D2" w14:textId="77777777" w:rsidTr="00727894">
        <w:tc>
          <w:tcPr>
            <w:tcW w:w="1701" w:type="dxa"/>
          </w:tcPr>
          <w:p w14:paraId="4976AD72" w14:textId="178E1A5B" w:rsidR="0036364A" w:rsidRPr="00E2375D" w:rsidRDefault="00E2375D" w:rsidP="00E2375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Название отделов</w:t>
            </w:r>
          </w:p>
        </w:tc>
        <w:tc>
          <w:tcPr>
            <w:tcW w:w="1985" w:type="dxa"/>
          </w:tcPr>
          <w:p w14:paraId="55E3E7C3" w14:textId="77777777" w:rsidR="0036364A" w:rsidRPr="003F3CD0" w:rsidRDefault="0036364A" w:rsidP="00BB2E1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3CD0">
              <w:rPr>
                <w:rFonts w:ascii="Times New Roman" w:hAnsi="Times New Roman" w:cs="Times New Roman"/>
                <w:b/>
                <w:sz w:val="20"/>
                <w:szCs w:val="20"/>
              </w:rPr>
              <w:t>Направление</w:t>
            </w:r>
          </w:p>
        </w:tc>
        <w:tc>
          <w:tcPr>
            <w:tcW w:w="1984" w:type="dxa"/>
          </w:tcPr>
          <w:p w14:paraId="194BCC8B" w14:textId="77777777" w:rsidR="0036364A" w:rsidRPr="003F3CD0" w:rsidRDefault="0036364A" w:rsidP="00D136B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3CD0">
              <w:rPr>
                <w:rFonts w:ascii="Times New Roman" w:hAnsi="Times New Roman" w:cs="Times New Roman"/>
                <w:b/>
                <w:sz w:val="20"/>
                <w:szCs w:val="20"/>
              </w:rPr>
              <w:t>Название смены</w:t>
            </w:r>
          </w:p>
        </w:tc>
        <w:tc>
          <w:tcPr>
            <w:tcW w:w="1134" w:type="dxa"/>
          </w:tcPr>
          <w:p w14:paraId="459F2BF7" w14:textId="66503047" w:rsidR="0036364A" w:rsidRPr="003F3CD0" w:rsidRDefault="002B4298" w:rsidP="007622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Цикл</w:t>
            </w:r>
          </w:p>
        </w:tc>
        <w:tc>
          <w:tcPr>
            <w:tcW w:w="852" w:type="dxa"/>
          </w:tcPr>
          <w:p w14:paraId="25BC3D59" w14:textId="233CF670" w:rsidR="0036364A" w:rsidRPr="003F3CD0" w:rsidRDefault="0036364A" w:rsidP="003F3C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3CD0">
              <w:rPr>
                <w:rFonts w:ascii="Times New Roman" w:hAnsi="Times New Roman" w:cs="Times New Roman"/>
                <w:b/>
                <w:sz w:val="20"/>
                <w:szCs w:val="20"/>
              </w:rPr>
              <w:t>Сроки</w:t>
            </w:r>
          </w:p>
        </w:tc>
        <w:tc>
          <w:tcPr>
            <w:tcW w:w="1276" w:type="dxa"/>
          </w:tcPr>
          <w:p w14:paraId="418A4DEF" w14:textId="77777777" w:rsidR="0036364A" w:rsidRPr="003F3CD0" w:rsidRDefault="0036364A" w:rsidP="003F3C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3CD0">
              <w:rPr>
                <w:rFonts w:ascii="Times New Roman" w:hAnsi="Times New Roman" w:cs="Times New Roman"/>
                <w:b/>
                <w:sz w:val="20"/>
                <w:szCs w:val="20"/>
              </w:rPr>
              <w:t>Место проведения</w:t>
            </w:r>
          </w:p>
        </w:tc>
        <w:tc>
          <w:tcPr>
            <w:tcW w:w="1416" w:type="dxa"/>
          </w:tcPr>
          <w:p w14:paraId="71DC920D" w14:textId="78776D93" w:rsidR="0036364A" w:rsidRPr="003F3CD0" w:rsidRDefault="0036364A" w:rsidP="003F3C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3CD0">
              <w:rPr>
                <w:rFonts w:ascii="Times New Roman" w:hAnsi="Times New Roman" w:cs="Times New Roman"/>
                <w:b/>
                <w:sz w:val="20"/>
                <w:szCs w:val="20"/>
              </w:rPr>
              <w:t>Количество  участников</w:t>
            </w:r>
          </w:p>
        </w:tc>
      </w:tr>
      <w:tr w:rsidR="0030210D" w:rsidRPr="003F3CD0" w14:paraId="4DCCF001" w14:textId="77777777" w:rsidTr="00727894">
        <w:tc>
          <w:tcPr>
            <w:tcW w:w="1701" w:type="dxa"/>
            <w:vMerge w:val="restart"/>
          </w:tcPr>
          <w:p w14:paraId="68E8C10F" w14:textId="77777777" w:rsidR="0030210D" w:rsidRPr="003F3CD0" w:rsidRDefault="0030210D" w:rsidP="00C94D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детских объединений</w:t>
            </w:r>
          </w:p>
        </w:tc>
        <w:tc>
          <w:tcPr>
            <w:tcW w:w="1985" w:type="dxa"/>
          </w:tcPr>
          <w:p w14:paraId="233EFCA2" w14:textId="77777777" w:rsidR="0030210D" w:rsidRDefault="0030210D" w:rsidP="00BB2E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ГПШ «ЗА</w:t>
            </w:r>
            <w:r>
              <w:rPr>
                <w:rFonts w:ascii="Times New Roman" w:hAnsi="Times New Roman" w:cs="Times New Roman"/>
                <w:lang w:val="kk-KZ"/>
              </w:rPr>
              <w:t>Ң</w:t>
            </w:r>
            <w:r>
              <w:rPr>
                <w:rFonts w:ascii="Times New Roman" w:hAnsi="Times New Roman" w:cs="Times New Roman"/>
              </w:rPr>
              <w:t>»</w:t>
            </w:r>
          </w:p>
          <w:p w14:paraId="426E8FB2" w14:textId="4D5C2A6A" w:rsidR="0030210D" w:rsidRPr="003F3CD0" w:rsidRDefault="00AA0717" w:rsidP="00BB2E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П</w:t>
            </w:r>
            <w:proofErr w:type="spellStart"/>
            <w:r w:rsidR="0030210D">
              <w:rPr>
                <w:rFonts w:ascii="Times New Roman" w:hAnsi="Times New Roman" w:cs="Times New Roman"/>
              </w:rPr>
              <w:t>равовое</w:t>
            </w:r>
            <w:proofErr w:type="spellEnd"/>
          </w:p>
        </w:tc>
        <w:tc>
          <w:tcPr>
            <w:tcW w:w="1984" w:type="dxa"/>
          </w:tcPr>
          <w:p w14:paraId="0BF2AE77" w14:textId="77777777" w:rsidR="0030210D" w:rsidRPr="003F3CD0" w:rsidRDefault="0030210D" w:rsidP="00D136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«Жаз</w:t>
            </w:r>
            <w:r>
              <w:rPr>
                <w:rFonts w:ascii="Times New Roman" w:hAnsi="Times New Roman" w:cs="Times New Roman"/>
                <w:lang w:val="kk-KZ"/>
              </w:rPr>
              <w:t>ғы аялдама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134" w:type="dxa"/>
          </w:tcPr>
          <w:p w14:paraId="066687BD" w14:textId="1150A974" w:rsidR="0030210D" w:rsidRPr="003F3CD0" w:rsidRDefault="0030210D" w:rsidP="007622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дневная</w:t>
            </w:r>
          </w:p>
        </w:tc>
        <w:tc>
          <w:tcPr>
            <w:tcW w:w="852" w:type="dxa"/>
          </w:tcPr>
          <w:p w14:paraId="43C93694" w14:textId="188C0022" w:rsidR="0030210D" w:rsidRPr="003F3CD0" w:rsidRDefault="0030210D" w:rsidP="0036364A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июнь</w:t>
            </w:r>
          </w:p>
        </w:tc>
        <w:tc>
          <w:tcPr>
            <w:tcW w:w="1276" w:type="dxa"/>
          </w:tcPr>
          <w:p w14:paraId="193F96EC" w14:textId="3677D846" w:rsidR="0030210D" w:rsidRPr="003F3CD0" w:rsidRDefault="0030210D" w:rsidP="003F3CD0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ЦЗДТ</w:t>
            </w:r>
          </w:p>
        </w:tc>
        <w:tc>
          <w:tcPr>
            <w:tcW w:w="1416" w:type="dxa"/>
          </w:tcPr>
          <w:p w14:paraId="378D9654" w14:textId="3552A08C" w:rsidR="0030210D" w:rsidRPr="003F3CD0" w:rsidRDefault="0030210D" w:rsidP="0036364A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60</w:t>
            </w:r>
          </w:p>
        </w:tc>
      </w:tr>
      <w:tr w:rsidR="0030210D" w:rsidRPr="003F3CD0" w14:paraId="7184366F" w14:textId="77777777" w:rsidTr="00727894">
        <w:tc>
          <w:tcPr>
            <w:tcW w:w="1701" w:type="dxa"/>
            <w:vMerge/>
          </w:tcPr>
          <w:p w14:paraId="444343B3" w14:textId="77777777" w:rsidR="0030210D" w:rsidRDefault="0030210D" w:rsidP="00C94D5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268B6606" w14:textId="2EC03F8E" w:rsidR="0030210D" w:rsidRPr="00B22761" w:rsidRDefault="0030210D" w:rsidP="00BB2E16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ДЮАЛС </w:t>
            </w:r>
            <w:r>
              <w:rPr>
                <w:rFonts w:ascii="Times New Roman" w:hAnsi="Times New Roman" w:cs="Times New Roman"/>
              </w:rPr>
              <w:t>«ЛИД»</w:t>
            </w:r>
            <w:r w:rsidRPr="00B22761">
              <w:rPr>
                <w:rFonts w:ascii="Times New Roman" w:hAnsi="Times New Roman" w:cs="Times New Roman"/>
                <w:u w:val="single"/>
                <w:lang w:val="kk-KZ"/>
              </w:rPr>
              <w:t xml:space="preserve"> </w:t>
            </w:r>
          </w:p>
          <w:p w14:paraId="4CD5BD29" w14:textId="59409016" w:rsidR="0030210D" w:rsidRPr="0036364A" w:rsidRDefault="0030210D" w:rsidP="00BB2E16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с</w:t>
            </w:r>
            <w:r w:rsidRPr="0036364A">
              <w:rPr>
                <w:rFonts w:ascii="Times New Roman" w:hAnsi="Times New Roman" w:cs="Times New Roman"/>
                <w:lang w:val="kk-KZ"/>
              </w:rPr>
              <w:t>оциально</w:t>
            </w:r>
            <w:r>
              <w:rPr>
                <w:rFonts w:ascii="Times New Roman" w:hAnsi="Times New Roman" w:cs="Times New Roman"/>
                <w:lang w:val="kk-KZ"/>
              </w:rPr>
              <w:t>-педагогическое</w:t>
            </w:r>
          </w:p>
        </w:tc>
        <w:tc>
          <w:tcPr>
            <w:tcW w:w="1984" w:type="dxa"/>
          </w:tcPr>
          <w:p w14:paraId="781BC705" w14:textId="01E00986" w:rsidR="0030210D" w:rsidRPr="00B22761" w:rsidRDefault="0030210D" w:rsidP="00D136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«Хиппи-ЛИД»</w:t>
            </w:r>
          </w:p>
        </w:tc>
        <w:tc>
          <w:tcPr>
            <w:tcW w:w="1134" w:type="dxa"/>
          </w:tcPr>
          <w:p w14:paraId="26720B71" w14:textId="18B786D1" w:rsidR="0030210D" w:rsidRPr="00B22761" w:rsidRDefault="0030210D" w:rsidP="007622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дневная</w:t>
            </w:r>
          </w:p>
        </w:tc>
        <w:tc>
          <w:tcPr>
            <w:tcW w:w="852" w:type="dxa"/>
          </w:tcPr>
          <w:p w14:paraId="0733ADE6" w14:textId="1240E5A9" w:rsidR="0030210D" w:rsidRDefault="0030210D" w:rsidP="0036364A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июль</w:t>
            </w:r>
          </w:p>
        </w:tc>
        <w:tc>
          <w:tcPr>
            <w:tcW w:w="1276" w:type="dxa"/>
          </w:tcPr>
          <w:p w14:paraId="64A301C8" w14:textId="5EB73B64" w:rsidR="0030210D" w:rsidRDefault="0030210D" w:rsidP="003F3CD0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ЦЗДТ</w:t>
            </w:r>
          </w:p>
        </w:tc>
        <w:tc>
          <w:tcPr>
            <w:tcW w:w="1416" w:type="dxa"/>
          </w:tcPr>
          <w:p w14:paraId="5C883C75" w14:textId="04750A74" w:rsidR="0030210D" w:rsidRDefault="0030210D" w:rsidP="0036364A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60</w:t>
            </w:r>
          </w:p>
        </w:tc>
      </w:tr>
      <w:tr w:rsidR="0030210D" w:rsidRPr="003F3CD0" w14:paraId="4ECED674" w14:textId="77777777" w:rsidTr="00727894">
        <w:tc>
          <w:tcPr>
            <w:tcW w:w="1701" w:type="dxa"/>
            <w:vMerge/>
          </w:tcPr>
          <w:p w14:paraId="46E192B1" w14:textId="77777777" w:rsidR="0030210D" w:rsidRDefault="0030210D" w:rsidP="00C94D5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351BF260" w14:textId="77777777" w:rsidR="0030210D" w:rsidRDefault="0030210D" w:rsidP="006155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ГПШ «ЗА</w:t>
            </w:r>
            <w:r>
              <w:rPr>
                <w:rFonts w:ascii="Times New Roman" w:hAnsi="Times New Roman" w:cs="Times New Roman"/>
                <w:lang w:val="kk-KZ"/>
              </w:rPr>
              <w:t>Ң</w:t>
            </w:r>
            <w:r>
              <w:rPr>
                <w:rFonts w:ascii="Times New Roman" w:hAnsi="Times New Roman" w:cs="Times New Roman"/>
              </w:rPr>
              <w:t>»</w:t>
            </w:r>
          </w:p>
          <w:p w14:paraId="0C2E0F57" w14:textId="55A67B74" w:rsidR="0030210D" w:rsidRPr="003F3CD0" w:rsidRDefault="00AA0717" w:rsidP="006155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П</w:t>
            </w:r>
            <w:proofErr w:type="spellStart"/>
            <w:r w:rsidR="0030210D">
              <w:rPr>
                <w:rFonts w:ascii="Times New Roman" w:hAnsi="Times New Roman" w:cs="Times New Roman"/>
              </w:rPr>
              <w:t>равовое</w:t>
            </w:r>
            <w:proofErr w:type="spellEnd"/>
          </w:p>
        </w:tc>
        <w:tc>
          <w:tcPr>
            <w:tcW w:w="1984" w:type="dxa"/>
          </w:tcPr>
          <w:p w14:paraId="5E0F3480" w14:textId="77777777" w:rsidR="0030210D" w:rsidRPr="003F3CD0" w:rsidRDefault="0030210D" w:rsidP="006155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«Жаз</w:t>
            </w:r>
            <w:r>
              <w:rPr>
                <w:rFonts w:ascii="Times New Roman" w:hAnsi="Times New Roman" w:cs="Times New Roman"/>
                <w:lang w:val="kk-KZ"/>
              </w:rPr>
              <w:t>ғы аялдама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134" w:type="dxa"/>
          </w:tcPr>
          <w:p w14:paraId="085DFFAD" w14:textId="77777777" w:rsidR="0030210D" w:rsidRPr="003F3CD0" w:rsidRDefault="0030210D" w:rsidP="006155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дневная</w:t>
            </w:r>
          </w:p>
        </w:tc>
        <w:tc>
          <w:tcPr>
            <w:tcW w:w="852" w:type="dxa"/>
          </w:tcPr>
          <w:p w14:paraId="192635EA" w14:textId="1C8D7A65" w:rsidR="0030210D" w:rsidRPr="003F3CD0" w:rsidRDefault="0030210D" w:rsidP="006155A9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июль</w:t>
            </w:r>
          </w:p>
        </w:tc>
        <w:tc>
          <w:tcPr>
            <w:tcW w:w="1276" w:type="dxa"/>
          </w:tcPr>
          <w:p w14:paraId="69EF0FF9" w14:textId="77777777" w:rsidR="0030210D" w:rsidRPr="003F3CD0" w:rsidRDefault="0030210D" w:rsidP="006155A9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ЦЗДТ</w:t>
            </w:r>
          </w:p>
        </w:tc>
        <w:tc>
          <w:tcPr>
            <w:tcW w:w="1416" w:type="dxa"/>
          </w:tcPr>
          <w:p w14:paraId="1344A59E" w14:textId="77777777" w:rsidR="0030210D" w:rsidRPr="003F3CD0" w:rsidRDefault="0030210D" w:rsidP="006155A9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60</w:t>
            </w:r>
          </w:p>
        </w:tc>
      </w:tr>
      <w:tr w:rsidR="0030210D" w:rsidRPr="003F3CD0" w14:paraId="2AEBCDF7" w14:textId="77777777" w:rsidTr="00727894">
        <w:tc>
          <w:tcPr>
            <w:tcW w:w="1701" w:type="dxa"/>
          </w:tcPr>
          <w:p w14:paraId="63890F67" w14:textId="77777777" w:rsidR="0030210D" w:rsidRPr="003F3CD0" w:rsidRDefault="0030210D" w:rsidP="00C94D5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Массовый отдел</w:t>
            </w:r>
          </w:p>
        </w:tc>
        <w:tc>
          <w:tcPr>
            <w:tcW w:w="1985" w:type="dxa"/>
          </w:tcPr>
          <w:p w14:paraId="3EC6A496" w14:textId="60612640" w:rsidR="0030210D" w:rsidRPr="003F3CD0" w:rsidRDefault="00AA0717" w:rsidP="0036364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И</w:t>
            </w:r>
            <w:r w:rsidR="0030210D" w:rsidRPr="00B22761">
              <w:rPr>
                <w:rFonts w:ascii="Times New Roman" w:hAnsi="Times New Roman" w:cs="Times New Roman"/>
                <w:lang w:val="kk-KZ"/>
              </w:rPr>
              <w:t>нтеллектуальное</w:t>
            </w:r>
          </w:p>
        </w:tc>
        <w:tc>
          <w:tcPr>
            <w:tcW w:w="1984" w:type="dxa"/>
          </w:tcPr>
          <w:p w14:paraId="5CAF0912" w14:textId="77777777" w:rsidR="0030210D" w:rsidRDefault="0030210D" w:rsidP="00D136B2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</w:rPr>
              <w:t>«</w:t>
            </w:r>
            <w:r>
              <w:rPr>
                <w:rFonts w:ascii="Times New Roman" w:hAnsi="Times New Roman" w:cs="Times New Roman"/>
                <w:lang w:val="kk-KZ"/>
              </w:rPr>
              <w:t>Шығармашылық</w:t>
            </w:r>
          </w:p>
          <w:p w14:paraId="41FBD3ED" w14:textId="77777777" w:rsidR="0030210D" w:rsidRPr="003F3CD0" w:rsidRDefault="0030210D" w:rsidP="00D136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MIX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134" w:type="dxa"/>
          </w:tcPr>
          <w:p w14:paraId="774068A9" w14:textId="53BBCFF3" w:rsidR="0030210D" w:rsidRPr="003F3CD0" w:rsidRDefault="0030210D" w:rsidP="007622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дневная</w:t>
            </w:r>
          </w:p>
        </w:tc>
        <w:tc>
          <w:tcPr>
            <w:tcW w:w="852" w:type="dxa"/>
          </w:tcPr>
          <w:p w14:paraId="0B4C40EA" w14:textId="536A5F19" w:rsidR="0030210D" w:rsidRPr="003F3CD0" w:rsidRDefault="0030210D" w:rsidP="0036364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июль</w:t>
            </w:r>
          </w:p>
        </w:tc>
        <w:tc>
          <w:tcPr>
            <w:tcW w:w="1276" w:type="dxa"/>
          </w:tcPr>
          <w:p w14:paraId="0762FDD2" w14:textId="020858DF" w:rsidR="0030210D" w:rsidRPr="003F3CD0" w:rsidRDefault="0030210D" w:rsidP="0036364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ЦЗДТ</w:t>
            </w:r>
          </w:p>
        </w:tc>
        <w:tc>
          <w:tcPr>
            <w:tcW w:w="1416" w:type="dxa"/>
          </w:tcPr>
          <w:p w14:paraId="7BB0063A" w14:textId="191EB572" w:rsidR="0030210D" w:rsidRPr="0036364A" w:rsidRDefault="0030210D" w:rsidP="0036364A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60</w:t>
            </w:r>
          </w:p>
        </w:tc>
      </w:tr>
      <w:tr w:rsidR="0030210D" w:rsidRPr="003F3CD0" w14:paraId="60AA07AB" w14:textId="77777777" w:rsidTr="00727894">
        <w:tc>
          <w:tcPr>
            <w:tcW w:w="1701" w:type="dxa"/>
          </w:tcPr>
          <w:p w14:paraId="7430C1AE" w14:textId="36C68680" w:rsidR="0030210D" w:rsidRPr="0036364A" w:rsidRDefault="0030210D" w:rsidP="00C94D5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Методический отдел</w:t>
            </w:r>
          </w:p>
        </w:tc>
        <w:tc>
          <w:tcPr>
            <w:tcW w:w="1985" w:type="dxa"/>
          </w:tcPr>
          <w:p w14:paraId="0D832CAC" w14:textId="16B6A6C5" w:rsidR="0030210D" w:rsidRPr="0036364A" w:rsidRDefault="00330ADD" w:rsidP="00330ADD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Интегрированное</w:t>
            </w:r>
          </w:p>
        </w:tc>
        <w:tc>
          <w:tcPr>
            <w:tcW w:w="1984" w:type="dxa"/>
          </w:tcPr>
          <w:p w14:paraId="74FE0383" w14:textId="1F7EEE9D" w:rsidR="0030210D" w:rsidRPr="003F3CD0" w:rsidRDefault="0030210D" w:rsidP="00FF4FBE">
            <w:pPr>
              <w:jc w:val="center"/>
              <w:rPr>
                <w:rFonts w:ascii="Times New Roman" w:hAnsi="Times New Roman" w:cs="Times New Roman"/>
              </w:rPr>
            </w:pPr>
            <w:r w:rsidRPr="002B3BED">
              <w:rPr>
                <w:rFonts w:ascii="Times New Roman" w:hAnsi="Times New Roman" w:cs="Times New Roman"/>
              </w:rPr>
              <w:t>«</w:t>
            </w:r>
            <w:proofErr w:type="spellStart"/>
            <w:r w:rsidRPr="002B3BED">
              <w:rPr>
                <w:rFonts w:ascii="Times New Roman" w:hAnsi="Times New Roman" w:cs="Times New Roman"/>
              </w:rPr>
              <w:t>ЖазЛандия</w:t>
            </w:r>
            <w:proofErr w:type="spellEnd"/>
            <w:r w:rsidRPr="002B3BED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134" w:type="dxa"/>
          </w:tcPr>
          <w:p w14:paraId="7CFC19DF" w14:textId="672576D1" w:rsidR="0030210D" w:rsidRPr="003F3CD0" w:rsidRDefault="0030210D" w:rsidP="00C02E9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дневная</w:t>
            </w:r>
          </w:p>
        </w:tc>
        <w:tc>
          <w:tcPr>
            <w:tcW w:w="852" w:type="dxa"/>
          </w:tcPr>
          <w:p w14:paraId="404CBD6C" w14:textId="7EBD1473" w:rsidR="0030210D" w:rsidRPr="0036364A" w:rsidRDefault="0030210D" w:rsidP="00D136B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август</w:t>
            </w:r>
          </w:p>
        </w:tc>
        <w:tc>
          <w:tcPr>
            <w:tcW w:w="1276" w:type="dxa"/>
          </w:tcPr>
          <w:p w14:paraId="5B0BBB10" w14:textId="154603C2" w:rsidR="0030210D" w:rsidRPr="003F3CD0" w:rsidRDefault="0030210D" w:rsidP="0036364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ЦЗДТ</w:t>
            </w:r>
          </w:p>
        </w:tc>
        <w:tc>
          <w:tcPr>
            <w:tcW w:w="1416" w:type="dxa"/>
          </w:tcPr>
          <w:p w14:paraId="6C14450D" w14:textId="3A0AEB6B" w:rsidR="0030210D" w:rsidRPr="0036364A" w:rsidRDefault="0030210D" w:rsidP="0036364A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60</w:t>
            </w:r>
          </w:p>
        </w:tc>
      </w:tr>
      <w:tr w:rsidR="0030210D" w:rsidRPr="003F3CD0" w14:paraId="615B1838" w14:textId="77777777" w:rsidTr="00727894">
        <w:tc>
          <w:tcPr>
            <w:tcW w:w="1701" w:type="dxa"/>
          </w:tcPr>
          <w:p w14:paraId="678A82E8" w14:textId="77777777" w:rsidR="0030210D" w:rsidRDefault="0030210D" w:rsidP="00507139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1985" w:type="dxa"/>
          </w:tcPr>
          <w:p w14:paraId="47CCF7BD" w14:textId="7A21BCD2" w:rsidR="0030210D" w:rsidRPr="00507139" w:rsidRDefault="00507139" w:rsidP="0050713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7139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1984" w:type="dxa"/>
          </w:tcPr>
          <w:p w14:paraId="4FD99F51" w14:textId="77777777" w:rsidR="0030210D" w:rsidRPr="003F3CD0" w:rsidRDefault="0030210D" w:rsidP="005071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E797F9D" w14:textId="77777777" w:rsidR="0030210D" w:rsidRPr="003F3CD0" w:rsidRDefault="0030210D" w:rsidP="005071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</w:tcPr>
          <w:p w14:paraId="136CAE14" w14:textId="77777777" w:rsidR="0030210D" w:rsidRPr="003F3CD0" w:rsidRDefault="0030210D" w:rsidP="005071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4B5EE1C6" w14:textId="77777777" w:rsidR="0030210D" w:rsidRPr="003F3CD0" w:rsidRDefault="0030210D" w:rsidP="005071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</w:tcPr>
          <w:p w14:paraId="12083EBA" w14:textId="4B88BA93" w:rsidR="0030210D" w:rsidRPr="00C94D58" w:rsidRDefault="0030210D" w:rsidP="00507139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300</w:t>
            </w:r>
          </w:p>
        </w:tc>
      </w:tr>
    </w:tbl>
    <w:p w14:paraId="707ACF92" w14:textId="77777777" w:rsidR="00DC6B35" w:rsidRDefault="00DC6B35" w:rsidP="00507139">
      <w:pPr>
        <w:pStyle w:val="a4"/>
        <w:rPr>
          <w:rFonts w:ascii="Times New Roman" w:hAnsi="Times New Roman" w:cs="Times New Roman"/>
          <w:b/>
          <w:sz w:val="28"/>
          <w:lang w:val="kk-KZ"/>
        </w:rPr>
      </w:pPr>
    </w:p>
    <w:p w14:paraId="48B3B0F4" w14:textId="7C04D96C" w:rsidR="003F3CD0" w:rsidRPr="003F3CD0" w:rsidRDefault="00E2375D" w:rsidP="003F3CD0">
      <w:pPr>
        <w:pStyle w:val="a4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  <w:lang w:val="kk-KZ"/>
        </w:rPr>
        <w:t>Летние в</w:t>
      </w:r>
      <w:proofErr w:type="spellStart"/>
      <w:r w:rsidR="00DE0218" w:rsidRPr="003F3CD0">
        <w:rPr>
          <w:rFonts w:ascii="Times New Roman" w:hAnsi="Times New Roman" w:cs="Times New Roman"/>
          <w:b/>
          <w:sz w:val="28"/>
        </w:rPr>
        <w:t>ыездные</w:t>
      </w:r>
      <w:proofErr w:type="spellEnd"/>
      <w:r w:rsidR="00C5364A">
        <w:rPr>
          <w:rFonts w:ascii="Times New Roman" w:hAnsi="Times New Roman" w:cs="Times New Roman"/>
          <w:b/>
          <w:sz w:val="28"/>
        </w:rPr>
        <w:t xml:space="preserve"> </w:t>
      </w:r>
      <w:r w:rsidR="00DE0218" w:rsidRPr="003F3CD0">
        <w:rPr>
          <w:rFonts w:ascii="Times New Roman" w:hAnsi="Times New Roman" w:cs="Times New Roman"/>
          <w:b/>
          <w:sz w:val="28"/>
        </w:rPr>
        <w:t xml:space="preserve"> школы актива ЦЗДТ</w:t>
      </w:r>
      <w:r w:rsidR="00727894">
        <w:rPr>
          <w:rFonts w:ascii="Times New Roman" w:hAnsi="Times New Roman" w:cs="Times New Roman"/>
          <w:b/>
          <w:sz w:val="28"/>
        </w:rPr>
        <w:t xml:space="preserve"> (недельные)</w:t>
      </w:r>
    </w:p>
    <w:p w14:paraId="04DB500D" w14:textId="48606E7C" w:rsidR="002C5383" w:rsidRPr="003F3CD0" w:rsidRDefault="002C5383" w:rsidP="003F3CD0">
      <w:pPr>
        <w:pStyle w:val="a4"/>
        <w:jc w:val="center"/>
        <w:rPr>
          <w:rFonts w:ascii="Times New Roman" w:hAnsi="Times New Roman" w:cs="Times New Roman"/>
          <w:b/>
          <w:sz w:val="28"/>
        </w:rPr>
      </w:pPr>
    </w:p>
    <w:tbl>
      <w:tblPr>
        <w:tblStyle w:val="a3"/>
        <w:tblW w:w="1049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474"/>
        <w:gridCol w:w="2645"/>
        <w:gridCol w:w="1134"/>
        <w:gridCol w:w="1843"/>
        <w:gridCol w:w="992"/>
        <w:gridCol w:w="1417"/>
        <w:gridCol w:w="1985"/>
      </w:tblGrid>
      <w:tr w:rsidR="00AC7517" w:rsidRPr="00DE0218" w14:paraId="5C694512" w14:textId="77777777" w:rsidTr="00AC7517">
        <w:tc>
          <w:tcPr>
            <w:tcW w:w="474" w:type="dxa"/>
          </w:tcPr>
          <w:p w14:paraId="77DA4957" w14:textId="77777777" w:rsidR="00AC7517" w:rsidRPr="003F3CD0" w:rsidRDefault="00AC7517" w:rsidP="00DE021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F3CD0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2645" w:type="dxa"/>
          </w:tcPr>
          <w:p w14:paraId="0C3C7AF5" w14:textId="77777777" w:rsidR="00AC7517" w:rsidRPr="003F3CD0" w:rsidRDefault="00AC7517" w:rsidP="00DE021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F3CD0">
              <w:rPr>
                <w:rFonts w:ascii="Times New Roman" w:hAnsi="Times New Roman" w:cs="Times New Roman"/>
                <w:b/>
              </w:rPr>
              <w:t>Наименование  детского объединения</w:t>
            </w:r>
          </w:p>
        </w:tc>
        <w:tc>
          <w:tcPr>
            <w:tcW w:w="1134" w:type="dxa"/>
          </w:tcPr>
          <w:p w14:paraId="0745AF4C" w14:textId="77777777" w:rsidR="00AC7517" w:rsidRPr="003F3CD0" w:rsidRDefault="00AC7517" w:rsidP="00DE021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F3CD0">
              <w:rPr>
                <w:rFonts w:ascii="Times New Roman" w:hAnsi="Times New Roman" w:cs="Times New Roman"/>
                <w:b/>
              </w:rPr>
              <w:t>Смена</w:t>
            </w:r>
          </w:p>
        </w:tc>
        <w:tc>
          <w:tcPr>
            <w:tcW w:w="1843" w:type="dxa"/>
          </w:tcPr>
          <w:p w14:paraId="6FC80447" w14:textId="77777777" w:rsidR="00AC7517" w:rsidRPr="003F3CD0" w:rsidRDefault="00AC7517" w:rsidP="00DE021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F3CD0">
              <w:rPr>
                <w:rFonts w:ascii="Times New Roman" w:hAnsi="Times New Roman" w:cs="Times New Roman"/>
                <w:b/>
              </w:rPr>
              <w:t>Направление</w:t>
            </w:r>
          </w:p>
          <w:p w14:paraId="1762A31F" w14:textId="12371AA7" w:rsidR="00AC7517" w:rsidRPr="003F3CD0" w:rsidRDefault="00AC7517" w:rsidP="00DE021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14:paraId="4EB3DE51" w14:textId="27938FBF" w:rsidR="00AC7517" w:rsidRPr="003F3CD0" w:rsidRDefault="00AC7517" w:rsidP="00DE021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F3CD0">
              <w:rPr>
                <w:rFonts w:ascii="Times New Roman" w:hAnsi="Times New Roman" w:cs="Times New Roman"/>
                <w:b/>
              </w:rPr>
              <w:t>Сроки</w:t>
            </w:r>
          </w:p>
        </w:tc>
        <w:tc>
          <w:tcPr>
            <w:tcW w:w="1417" w:type="dxa"/>
          </w:tcPr>
          <w:p w14:paraId="6E22C063" w14:textId="77777777" w:rsidR="00AC7517" w:rsidRPr="003F3CD0" w:rsidRDefault="00AC7517" w:rsidP="00625C0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F3CD0">
              <w:rPr>
                <w:rFonts w:ascii="Times New Roman" w:hAnsi="Times New Roman" w:cs="Times New Roman"/>
                <w:b/>
              </w:rPr>
              <w:t>Количество участников</w:t>
            </w:r>
          </w:p>
        </w:tc>
        <w:tc>
          <w:tcPr>
            <w:tcW w:w="1985" w:type="dxa"/>
          </w:tcPr>
          <w:p w14:paraId="65649B2C" w14:textId="44BCF81B" w:rsidR="00AC7517" w:rsidRPr="003F3CD0" w:rsidRDefault="00AC7517" w:rsidP="00DE021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F3CD0">
              <w:rPr>
                <w:rFonts w:ascii="Times New Roman" w:hAnsi="Times New Roman" w:cs="Times New Roman"/>
                <w:b/>
              </w:rPr>
              <w:t>Место проведения</w:t>
            </w:r>
          </w:p>
        </w:tc>
      </w:tr>
      <w:tr w:rsidR="00AC7517" w:rsidRPr="00DE0218" w14:paraId="3F1021F1" w14:textId="77777777" w:rsidTr="00AC7517">
        <w:tc>
          <w:tcPr>
            <w:tcW w:w="474" w:type="dxa"/>
          </w:tcPr>
          <w:p w14:paraId="1F214E12" w14:textId="523F7BAE" w:rsidR="00AC7517" w:rsidRPr="00DE0218" w:rsidRDefault="00AC7517" w:rsidP="00AC751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E0218"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</w:tc>
        <w:tc>
          <w:tcPr>
            <w:tcW w:w="2645" w:type="dxa"/>
          </w:tcPr>
          <w:p w14:paraId="5BBCD1E4" w14:textId="4710A8C3" w:rsidR="00AC7517" w:rsidRPr="00DE0218" w:rsidRDefault="00AC7517" w:rsidP="00AC751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E0218">
              <w:rPr>
                <w:rFonts w:ascii="Times New Roman" w:hAnsi="Times New Roman" w:cs="Times New Roman"/>
                <w:sz w:val="24"/>
                <w:szCs w:val="28"/>
              </w:rPr>
              <w:t>Гражданско-правовая школа «</w:t>
            </w:r>
            <w:proofErr w:type="gramStart"/>
            <w:r w:rsidRPr="00DE0218">
              <w:rPr>
                <w:rFonts w:ascii="Times New Roman" w:hAnsi="Times New Roman" w:cs="Times New Roman"/>
                <w:sz w:val="24"/>
                <w:szCs w:val="28"/>
              </w:rPr>
              <w:t>З</w:t>
            </w:r>
            <w:r w:rsidRPr="00DE0218"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А</w:t>
            </w:r>
            <w:proofErr w:type="gramEnd"/>
            <w:r w:rsidRPr="00DE0218"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Ң</w:t>
            </w:r>
            <w:r w:rsidRPr="00DE0218">
              <w:rPr>
                <w:rFonts w:ascii="Times New Roman" w:hAnsi="Times New Roman" w:cs="Times New Roman"/>
                <w:sz w:val="24"/>
                <w:szCs w:val="28"/>
              </w:rPr>
              <w:t>»</w:t>
            </w:r>
          </w:p>
        </w:tc>
        <w:tc>
          <w:tcPr>
            <w:tcW w:w="1134" w:type="dxa"/>
          </w:tcPr>
          <w:p w14:paraId="75CD115C" w14:textId="65271B93" w:rsidR="00AC7517" w:rsidRPr="00DE0218" w:rsidRDefault="00AC7517" w:rsidP="00DE0218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 w:rsidRPr="00DE0218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I</w:t>
            </w:r>
          </w:p>
        </w:tc>
        <w:tc>
          <w:tcPr>
            <w:tcW w:w="1843" w:type="dxa"/>
          </w:tcPr>
          <w:p w14:paraId="571FE816" w14:textId="1959EC2F" w:rsidR="00AC7517" w:rsidRPr="00DE0218" w:rsidRDefault="00AC7517" w:rsidP="00AC7517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 w:rsidRPr="00DE0218"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правовое</w:t>
            </w:r>
          </w:p>
        </w:tc>
        <w:tc>
          <w:tcPr>
            <w:tcW w:w="992" w:type="dxa"/>
          </w:tcPr>
          <w:p w14:paraId="29C6736F" w14:textId="6F3692F7" w:rsidR="00AC7517" w:rsidRPr="00AC7517" w:rsidRDefault="00AC7517" w:rsidP="00DE0218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val="kk-KZ"/>
              </w:rPr>
            </w:pPr>
            <w:r w:rsidRPr="00AC7517">
              <w:rPr>
                <w:rFonts w:ascii="Times New Roman" w:hAnsi="Times New Roman" w:cs="Times New Roman"/>
                <w:b/>
                <w:sz w:val="24"/>
                <w:szCs w:val="28"/>
                <w:lang w:val="kk-KZ"/>
              </w:rPr>
              <w:t>Июль</w:t>
            </w:r>
          </w:p>
          <w:p w14:paraId="7E1782F5" w14:textId="0FDF9823" w:rsidR="00AC7517" w:rsidRPr="00DE0218" w:rsidRDefault="00AC7517" w:rsidP="00DE0218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 xml:space="preserve">IV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неделя</w:t>
            </w:r>
          </w:p>
        </w:tc>
        <w:tc>
          <w:tcPr>
            <w:tcW w:w="1417" w:type="dxa"/>
          </w:tcPr>
          <w:p w14:paraId="463B8BFA" w14:textId="77777777" w:rsidR="00AC7517" w:rsidRPr="00DE0218" w:rsidRDefault="00AC7517" w:rsidP="00625C0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E0218">
              <w:rPr>
                <w:rFonts w:ascii="Times New Roman" w:hAnsi="Times New Roman" w:cs="Times New Roman"/>
                <w:sz w:val="24"/>
                <w:szCs w:val="28"/>
              </w:rPr>
              <w:t>100</w:t>
            </w:r>
          </w:p>
        </w:tc>
        <w:tc>
          <w:tcPr>
            <w:tcW w:w="1985" w:type="dxa"/>
            <w:vMerge w:val="restart"/>
          </w:tcPr>
          <w:p w14:paraId="55715FAD" w14:textId="76B7BB30" w:rsidR="00AC7517" w:rsidRPr="00DE0218" w:rsidRDefault="00AC7517" w:rsidP="00AC7517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 w:rsidRPr="00DE0218"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Зоны отдыха Павлодарской области</w:t>
            </w:r>
          </w:p>
          <w:p w14:paraId="6707F194" w14:textId="4BB01C4E" w:rsidR="00AC7517" w:rsidRPr="00DE0218" w:rsidRDefault="00AC7517" w:rsidP="00AC751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E0218"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(по итогам госзакупок</w:t>
            </w:r>
            <w:r w:rsidRPr="00DE0218">
              <w:rPr>
                <w:rFonts w:ascii="Times New Roman" w:hAnsi="Times New Roman" w:cs="Times New Roman"/>
                <w:sz w:val="24"/>
                <w:szCs w:val="28"/>
              </w:rPr>
              <w:t>)</w:t>
            </w:r>
          </w:p>
        </w:tc>
      </w:tr>
      <w:tr w:rsidR="00AC7517" w:rsidRPr="00DE0218" w14:paraId="073B8A59" w14:textId="77777777" w:rsidTr="00AC7517">
        <w:tc>
          <w:tcPr>
            <w:tcW w:w="474" w:type="dxa"/>
          </w:tcPr>
          <w:p w14:paraId="0753459C" w14:textId="6878A603" w:rsidR="00AC7517" w:rsidRPr="00DE0218" w:rsidRDefault="00AC7517" w:rsidP="00AC751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E0218">
              <w:rPr>
                <w:rFonts w:ascii="Times New Roman" w:hAnsi="Times New Roman" w:cs="Times New Roman"/>
                <w:sz w:val="24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</w:tc>
        <w:tc>
          <w:tcPr>
            <w:tcW w:w="2645" w:type="dxa"/>
          </w:tcPr>
          <w:p w14:paraId="20A225C0" w14:textId="6BE2A7DF" w:rsidR="00AC7517" w:rsidRPr="00DE0218" w:rsidRDefault="00AC7517" w:rsidP="00AC751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E0218">
              <w:rPr>
                <w:rFonts w:ascii="Times New Roman" w:hAnsi="Times New Roman" w:cs="Times New Roman"/>
                <w:sz w:val="24"/>
                <w:szCs w:val="28"/>
              </w:rPr>
              <w:t>Школа актива лидеров-старшеклассников «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ЛИД</w:t>
            </w:r>
            <w:r w:rsidRPr="00DE0218">
              <w:rPr>
                <w:rFonts w:ascii="Times New Roman" w:hAnsi="Times New Roman" w:cs="Times New Roman"/>
                <w:sz w:val="24"/>
                <w:szCs w:val="28"/>
              </w:rPr>
              <w:t>»</w:t>
            </w:r>
          </w:p>
        </w:tc>
        <w:tc>
          <w:tcPr>
            <w:tcW w:w="1134" w:type="dxa"/>
          </w:tcPr>
          <w:p w14:paraId="078EF372" w14:textId="2859D555" w:rsidR="00AC7517" w:rsidRPr="00DE0218" w:rsidRDefault="00AC7517" w:rsidP="00DE0218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 w:rsidRPr="00DE0218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I</w:t>
            </w:r>
          </w:p>
        </w:tc>
        <w:tc>
          <w:tcPr>
            <w:tcW w:w="1843" w:type="dxa"/>
          </w:tcPr>
          <w:p w14:paraId="121E14D7" w14:textId="07D0E784" w:rsidR="00AC7517" w:rsidRPr="00DE0218" w:rsidRDefault="00AC7517" w:rsidP="00AC751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с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оциально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-педагогическое</w:t>
            </w:r>
          </w:p>
        </w:tc>
        <w:tc>
          <w:tcPr>
            <w:tcW w:w="992" w:type="dxa"/>
          </w:tcPr>
          <w:p w14:paraId="4FF8C6B0" w14:textId="77777777" w:rsidR="00AC7517" w:rsidRPr="00AC7517" w:rsidRDefault="00AC7517" w:rsidP="00DE0218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val="en-US"/>
              </w:rPr>
            </w:pPr>
            <w:r w:rsidRPr="00AC7517">
              <w:rPr>
                <w:rFonts w:ascii="Times New Roman" w:hAnsi="Times New Roman" w:cs="Times New Roman"/>
                <w:b/>
                <w:sz w:val="24"/>
                <w:szCs w:val="28"/>
              </w:rPr>
              <w:t>Август</w:t>
            </w:r>
          </w:p>
          <w:p w14:paraId="271226F7" w14:textId="78425BE5" w:rsidR="00AC7517" w:rsidRPr="00DE0218" w:rsidRDefault="00AC7517" w:rsidP="00DE021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 xml:space="preserve">II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неделя</w:t>
            </w:r>
          </w:p>
        </w:tc>
        <w:tc>
          <w:tcPr>
            <w:tcW w:w="1417" w:type="dxa"/>
          </w:tcPr>
          <w:p w14:paraId="7575D2F4" w14:textId="77777777" w:rsidR="00AC7517" w:rsidRPr="00DE0218" w:rsidRDefault="00AC7517" w:rsidP="00625C0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100</w:t>
            </w:r>
          </w:p>
        </w:tc>
        <w:tc>
          <w:tcPr>
            <w:tcW w:w="1985" w:type="dxa"/>
            <w:vMerge/>
          </w:tcPr>
          <w:p w14:paraId="7E6DA7AB" w14:textId="4DD06AD4" w:rsidR="00AC7517" w:rsidRPr="00DE0218" w:rsidRDefault="00AC7517" w:rsidP="00AC751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AC7517" w:rsidRPr="00DE0218" w14:paraId="427FE31F" w14:textId="77777777" w:rsidTr="00AC7517">
        <w:tc>
          <w:tcPr>
            <w:tcW w:w="474" w:type="dxa"/>
          </w:tcPr>
          <w:p w14:paraId="61BD9362" w14:textId="77777777" w:rsidR="00AC7517" w:rsidRPr="00DE0218" w:rsidRDefault="00AC7517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645" w:type="dxa"/>
          </w:tcPr>
          <w:p w14:paraId="40CC0F50" w14:textId="3F38E95D" w:rsidR="00AC7517" w:rsidRPr="00AC7517" w:rsidRDefault="00AC7517" w:rsidP="00AC7517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AC7517">
              <w:rPr>
                <w:rFonts w:ascii="Times New Roman" w:hAnsi="Times New Roman" w:cs="Times New Roman"/>
                <w:b/>
                <w:sz w:val="24"/>
                <w:szCs w:val="28"/>
              </w:rPr>
              <w:t>Всего</w:t>
            </w:r>
          </w:p>
        </w:tc>
        <w:tc>
          <w:tcPr>
            <w:tcW w:w="1134" w:type="dxa"/>
          </w:tcPr>
          <w:p w14:paraId="6F743B70" w14:textId="714F17A3" w:rsidR="00AC7517" w:rsidRPr="00AC7517" w:rsidRDefault="00AC7517" w:rsidP="00DE0218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val="en-US"/>
              </w:rPr>
            </w:pPr>
            <w:r w:rsidRPr="00AC7517">
              <w:rPr>
                <w:rFonts w:ascii="Times New Roman" w:hAnsi="Times New Roman" w:cs="Times New Roman"/>
                <w:b/>
                <w:sz w:val="24"/>
                <w:szCs w:val="28"/>
                <w:lang w:val="en-US"/>
              </w:rPr>
              <w:t>II</w:t>
            </w:r>
          </w:p>
        </w:tc>
        <w:tc>
          <w:tcPr>
            <w:tcW w:w="1843" w:type="dxa"/>
          </w:tcPr>
          <w:p w14:paraId="59192D8C" w14:textId="651C84F7" w:rsidR="00AC7517" w:rsidRPr="00AC7517" w:rsidRDefault="00AC7517" w:rsidP="00054EE1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AC7517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   </w:t>
            </w:r>
          </w:p>
        </w:tc>
        <w:tc>
          <w:tcPr>
            <w:tcW w:w="992" w:type="dxa"/>
          </w:tcPr>
          <w:p w14:paraId="35F5496C" w14:textId="77777777" w:rsidR="00AC7517" w:rsidRPr="00AC7517" w:rsidRDefault="00AC7517" w:rsidP="00054EE1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1417" w:type="dxa"/>
          </w:tcPr>
          <w:p w14:paraId="442AD260" w14:textId="77777777" w:rsidR="00AC7517" w:rsidRPr="00AC7517" w:rsidRDefault="00AC7517" w:rsidP="00625C08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AC7517">
              <w:rPr>
                <w:rFonts w:ascii="Times New Roman" w:hAnsi="Times New Roman" w:cs="Times New Roman"/>
                <w:b/>
                <w:sz w:val="24"/>
                <w:szCs w:val="28"/>
              </w:rPr>
              <w:t>200</w:t>
            </w:r>
          </w:p>
        </w:tc>
        <w:tc>
          <w:tcPr>
            <w:tcW w:w="1985" w:type="dxa"/>
          </w:tcPr>
          <w:p w14:paraId="1E0E8DDA" w14:textId="2896995C" w:rsidR="00AC7517" w:rsidRPr="00AC7517" w:rsidRDefault="00AC7517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</w:tr>
    </w:tbl>
    <w:p w14:paraId="4D8BB607" w14:textId="77777777" w:rsidR="002029F0" w:rsidRDefault="002029F0"/>
    <w:p w14:paraId="2AC9264D" w14:textId="77777777" w:rsidR="00745AE1" w:rsidRDefault="00745AE1"/>
    <w:sectPr w:rsidR="00745AE1" w:rsidSect="00763A71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8"/>
  <w:proofState w:spelling="clean" w:grammar="clean"/>
  <w:attachedTemplate r:id="rId1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F00"/>
    <w:rsid w:val="000709AF"/>
    <w:rsid w:val="000740B2"/>
    <w:rsid w:val="000E407F"/>
    <w:rsid w:val="000E5557"/>
    <w:rsid w:val="000E6FB6"/>
    <w:rsid w:val="000F0A18"/>
    <w:rsid w:val="00161F47"/>
    <w:rsid w:val="001A0487"/>
    <w:rsid w:val="001A1D7A"/>
    <w:rsid w:val="001C0073"/>
    <w:rsid w:val="001C53CD"/>
    <w:rsid w:val="002029F0"/>
    <w:rsid w:val="00232ED3"/>
    <w:rsid w:val="00247676"/>
    <w:rsid w:val="00265CDE"/>
    <w:rsid w:val="002B1132"/>
    <w:rsid w:val="002B3BED"/>
    <w:rsid w:val="002B4298"/>
    <w:rsid w:val="002C268F"/>
    <w:rsid w:val="002C5383"/>
    <w:rsid w:val="002E659C"/>
    <w:rsid w:val="002F1F2B"/>
    <w:rsid w:val="0030210D"/>
    <w:rsid w:val="003226FC"/>
    <w:rsid w:val="00330ADD"/>
    <w:rsid w:val="00347A58"/>
    <w:rsid w:val="0036364A"/>
    <w:rsid w:val="003F3CD0"/>
    <w:rsid w:val="0043088A"/>
    <w:rsid w:val="00457348"/>
    <w:rsid w:val="004925DD"/>
    <w:rsid w:val="004A69F3"/>
    <w:rsid w:val="004B4140"/>
    <w:rsid w:val="004C65B9"/>
    <w:rsid w:val="004D5AD8"/>
    <w:rsid w:val="00507139"/>
    <w:rsid w:val="00547DFF"/>
    <w:rsid w:val="005C2BE9"/>
    <w:rsid w:val="005F480E"/>
    <w:rsid w:val="00681E38"/>
    <w:rsid w:val="00697AFF"/>
    <w:rsid w:val="006A54C6"/>
    <w:rsid w:val="006C280C"/>
    <w:rsid w:val="00727894"/>
    <w:rsid w:val="0073061A"/>
    <w:rsid w:val="00745AE1"/>
    <w:rsid w:val="00750214"/>
    <w:rsid w:val="00763A71"/>
    <w:rsid w:val="00795453"/>
    <w:rsid w:val="00831028"/>
    <w:rsid w:val="0085304D"/>
    <w:rsid w:val="00864787"/>
    <w:rsid w:val="008D3F00"/>
    <w:rsid w:val="008E280C"/>
    <w:rsid w:val="00906221"/>
    <w:rsid w:val="00911D1D"/>
    <w:rsid w:val="0093700A"/>
    <w:rsid w:val="009407DA"/>
    <w:rsid w:val="009558DE"/>
    <w:rsid w:val="00965076"/>
    <w:rsid w:val="0099408D"/>
    <w:rsid w:val="009963D6"/>
    <w:rsid w:val="009C54F0"/>
    <w:rsid w:val="009F7C19"/>
    <w:rsid w:val="00A072EB"/>
    <w:rsid w:val="00A1019C"/>
    <w:rsid w:val="00A13169"/>
    <w:rsid w:val="00A40011"/>
    <w:rsid w:val="00A64A13"/>
    <w:rsid w:val="00A96D50"/>
    <w:rsid w:val="00AA0717"/>
    <w:rsid w:val="00AC7517"/>
    <w:rsid w:val="00B07E35"/>
    <w:rsid w:val="00B22761"/>
    <w:rsid w:val="00B3733E"/>
    <w:rsid w:val="00BA15E1"/>
    <w:rsid w:val="00C02E9D"/>
    <w:rsid w:val="00C315BC"/>
    <w:rsid w:val="00C3161E"/>
    <w:rsid w:val="00C47171"/>
    <w:rsid w:val="00C5364A"/>
    <w:rsid w:val="00C6249B"/>
    <w:rsid w:val="00C70AB4"/>
    <w:rsid w:val="00C74702"/>
    <w:rsid w:val="00C94D58"/>
    <w:rsid w:val="00D07907"/>
    <w:rsid w:val="00DB25A7"/>
    <w:rsid w:val="00DB58A2"/>
    <w:rsid w:val="00DC6B35"/>
    <w:rsid w:val="00DE0218"/>
    <w:rsid w:val="00E02142"/>
    <w:rsid w:val="00E2375D"/>
    <w:rsid w:val="00E84964"/>
    <w:rsid w:val="00EB7F07"/>
    <w:rsid w:val="00EF7739"/>
    <w:rsid w:val="00F66220"/>
    <w:rsid w:val="00FA29FF"/>
    <w:rsid w:val="00FA5C5E"/>
    <w:rsid w:val="00FF4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80D11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029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2C538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029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2C538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xmlns:mc="http://schemas.openxmlformats.org/markup-compatibility/2006" xmlns:a14="http://schemas.microsoft.com/office/drawing/2010/main" val="1F497D" mc:Ignorable=""/>
      </a:dk2>
      <a:lt2>
        <a:srgbClr xmlns:mc="http://schemas.openxmlformats.org/markup-compatibility/2006" xmlns:a14="http://schemas.microsoft.com/office/drawing/2010/main" val="EEECE1" mc:Ignorable=""/>
      </a:lt2>
      <a:accent1>
        <a:srgbClr xmlns:mc="http://schemas.openxmlformats.org/markup-compatibility/2006" xmlns:a14="http://schemas.microsoft.com/office/drawing/2010/main" val="4F81BD" mc:Ignorable=""/>
      </a:accent1>
      <a:accent2>
        <a:srgbClr xmlns:mc="http://schemas.openxmlformats.org/markup-compatibility/2006" xmlns:a14="http://schemas.microsoft.com/office/drawing/2010/main" val="C0504D" mc:Ignorable=""/>
      </a:accent2>
      <a:accent3>
        <a:srgbClr xmlns:mc="http://schemas.openxmlformats.org/markup-compatibility/2006" xmlns:a14="http://schemas.microsoft.com/office/drawing/2010/main" val="9BBB59" mc:Ignorable=""/>
      </a:accent3>
      <a:accent4>
        <a:srgbClr xmlns:mc="http://schemas.openxmlformats.org/markup-compatibility/2006" xmlns:a14="http://schemas.microsoft.com/office/drawing/2010/main" val="8064A2" mc:Ignorable=""/>
      </a:accent4>
      <a:accent5>
        <a:srgbClr xmlns:mc="http://schemas.openxmlformats.org/markup-compatibility/2006" xmlns:a14="http://schemas.microsoft.com/office/drawing/2010/main" val="4BACC6" mc:Ignorable=""/>
      </a:accent5>
      <a:accent6>
        <a:srgbClr xmlns:mc="http://schemas.openxmlformats.org/markup-compatibility/2006" xmlns:a14="http://schemas.microsoft.com/office/drawing/2010/main" val="F79646" mc:Ignorable=""/>
      </a:accent6>
      <a:hlink>
        <a:srgbClr xmlns:mc="http://schemas.openxmlformats.org/markup-compatibility/2006" xmlns:a14="http://schemas.microsoft.com/office/drawing/2010/main" val="0000FF" mc:Ignorable=""/>
      </a:hlink>
      <a:folHlink>
        <a:srgbClr xmlns:mc="http://schemas.openxmlformats.org/markup-compatibility/2006" xmlns:a14="http://schemas.microsoft.com/office/drawing/2010/main" val="800080" mc:Ignorable="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xmlns:mc="http://schemas.openxmlformats.org/markup-compatibility/2006" xmlns:a14="http://schemas.microsoft.com/office/drawing/2010/main" val="000000" mc:Ignorable="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3642D4-7D88-4AF9-B43B-B77CFB8F3C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933</Words>
  <Characters>5321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ГККП ЦРДТ</Company>
  <LinksUpToDate>false</LinksUpToDate>
  <CharactersWithSpaces>6242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Асель</dc:creator>
  <cp:keywords/>
  <dc:description/>
  <cp:lastModifiedBy>Асель</cp:lastModifiedBy>
  <cp:revision>3</cp:revision>
  <cp:lastPrinted>2016-02-05T06:27:00Z</cp:lastPrinted>
  <dcterms:created xsi:type="dcterms:W3CDTF">2016-02-05T10:41:00Z</dcterms:created>
  <dcterms:modified xsi:type="dcterms:W3CDTF">2016-02-05T10:42:00Z</dcterms:modified>
</cp:coreProperties>
</file>